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3FD58" w14:textId="013E3B4E" w:rsidR="00FA0C59" w:rsidRDefault="00FA0C59" w:rsidP="00955CB4">
      <w:pPr>
        <w:pStyle w:val="BITFlietextmitAbsatz"/>
        <w:rPr>
          <w:rFonts w:ascii="TheSans C4s Regular" w:hAnsi="TheSans C4s Regular"/>
          <w:b/>
          <w:sz w:val="24"/>
        </w:rPr>
      </w:pPr>
      <w:r w:rsidRPr="00FA0C59">
        <w:rPr>
          <w:rFonts w:ascii="TheSans C4s Regular" w:hAnsi="TheSans C4s Regular"/>
          <w:b/>
          <w:sz w:val="24"/>
        </w:rPr>
        <w:t xml:space="preserve">„Digitale Kaffeestunde für </w:t>
      </w:r>
      <w:r w:rsidR="00F71AC4">
        <w:rPr>
          <w:rFonts w:ascii="TheSans C4s Regular" w:hAnsi="TheSans C4s Regular"/>
          <w:b/>
          <w:sz w:val="24"/>
        </w:rPr>
        <w:t>ältere Menschen</w:t>
      </w:r>
      <w:r w:rsidRPr="00FA0C59">
        <w:rPr>
          <w:rFonts w:ascii="TheSans C4s Regular" w:hAnsi="TheSans C4s Regular"/>
          <w:b/>
          <w:sz w:val="24"/>
        </w:rPr>
        <w:t>“: Digital gemeinsam erleben e.</w:t>
      </w:r>
      <w:r w:rsidRPr="00FA0C59">
        <w:rPr>
          <w:rFonts w:ascii="Arial" w:hAnsi="Arial" w:cs="Arial"/>
          <w:b/>
          <w:sz w:val="24"/>
        </w:rPr>
        <w:t> </w:t>
      </w:r>
      <w:r w:rsidRPr="00FA0C59">
        <w:rPr>
          <w:rFonts w:ascii="TheSans C4s Regular" w:hAnsi="TheSans C4s Regular"/>
          <w:b/>
          <w:sz w:val="24"/>
        </w:rPr>
        <w:t>V. l</w:t>
      </w:r>
      <w:r w:rsidRPr="00FA0C59">
        <w:rPr>
          <w:rFonts w:ascii="TheSans C4s Regular" w:hAnsi="TheSans C4s Regular" w:cs="TheSans C4s Regular"/>
          <w:b/>
          <w:sz w:val="24"/>
        </w:rPr>
        <w:t>ä</w:t>
      </w:r>
      <w:r w:rsidRPr="00FA0C59">
        <w:rPr>
          <w:rFonts w:ascii="TheSans C4s Regular" w:hAnsi="TheSans C4s Regular"/>
          <w:b/>
          <w:sz w:val="24"/>
        </w:rPr>
        <w:t xml:space="preserve">dt zum Digitaltag in </w:t>
      </w:r>
      <w:r>
        <w:rPr>
          <w:rFonts w:ascii="TheSans C4s Regular" w:hAnsi="TheSans C4s Regular"/>
          <w:b/>
          <w:sz w:val="24"/>
        </w:rPr>
        <w:t>Höxter</w:t>
      </w:r>
      <w:r w:rsidRPr="00FA0C59">
        <w:rPr>
          <w:rFonts w:ascii="TheSans C4s Regular" w:hAnsi="TheSans C4s Regular"/>
          <w:b/>
          <w:sz w:val="24"/>
        </w:rPr>
        <w:t xml:space="preserve"> ein</w:t>
      </w:r>
    </w:p>
    <w:p w14:paraId="5CB220FA" w14:textId="0D161892" w:rsidR="002E060B" w:rsidRDefault="00FD3F8F" w:rsidP="002E060B">
      <w:pPr>
        <w:pStyle w:val="BITFlietextmitAbsatz"/>
        <w:rPr>
          <w:rFonts w:ascii="TheSans C4s Regular" w:hAnsi="TheSans C4s Regular"/>
        </w:rPr>
      </w:pPr>
      <w:r>
        <w:rPr>
          <w:rFonts w:ascii="TheSans C4s Regular" w:hAnsi="TheSans C4s Regular"/>
        </w:rPr>
        <w:t>Am</w:t>
      </w:r>
      <w:r w:rsidR="00FA0C59" w:rsidRPr="00FA0C59">
        <w:rPr>
          <w:rFonts w:ascii="TheSans C4s Regular" w:hAnsi="TheSans C4s Regular"/>
        </w:rPr>
        <w:t xml:space="preserve"> 2</w:t>
      </w:r>
      <w:r w:rsidR="00241215">
        <w:rPr>
          <w:rFonts w:ascii="TheSans C4s Regular" w:hAnsi="TheSans C4s Regular"/>
        </w:rPr>
        <w:t>6</w:t>
      </w:r>
      <w:r w:rsidR="00FA0C59" w:rsidRPr="00FA0C59">
        <w:rPr>
          <w:rFonts w:ascii="TheSans C4s Regular" w:hAnsi="TheSans C4s Regular"/>
        </w:rPr>
        <w:t>. Juni 202</w:t>
      </w:r>
      <w:r w:rsidR="00241215">
        <w:rPr>
          <w:rFonts w:ascii="TheSans C4s Regular" w:hAnsi="TheSans C4s Regular"/>
        </w:rPr>
        <w:t>6</w:t>
      </w:r>
      <w:r w:rsidR="00FA0C59" w:rsidRPr="00FA0C59">
        <w:rPr>
          <w:rFonts w:ascii="TheSans C4s Regular" w:hAnsi="TheSans C4s Regular"/>
        </w:rPr>
        <w:t xml:space="preserve"> lädt der Verein Digital gemeinsam erleben e.</w:t>
      </w:r>
      <w:r w:rsidR="00FA0C59" w:rsidRPr="00FA0C59">
        <w:rPr>
          <w:rFonts w:ascii="Arial" w:hAnsi="Arial" w:cs="Arial"/>
        </w:rPr>
        <w:t> </w:t>
      </w:r>
      <w:r w:rsidR="00FA0C59" w:rsidRPr="00FA0C59">
        <w:rPr>
          <w:rFonts w:ascii="TheSans C4s Regular" w:hAnsi="TheSans C4s Regular"/>
        </w:rPr>
        <w:t>V.</w:t>
      </w:r>
      <w:r w:rsidR="0078697F">
        <w:rPr>
          <w:rFonts w:ascii="TheSans C4s Regular" w:hAnsi="TheSans C4s Regular"/>
        </w:rPr>
        <w:t xml:space="preserve"> im Rahmen des s</w:t>
      </w:r>
      <w:r w:rsidR="00241215">
        <w:rPr>
          <w:rFonts w:ascii="TheSans C4s Regular" w:hAnsi="TheSans C4s Regular"/>
        </w:rPr>
        <w:t>iebten</w:t>
      </w:r>
      <w:r w:rsidR="0078697F">
        <w:rPr>
          <w:rFonts w:ascii="TheSans C4s Regular" w:hAnsi="TheSans C4s Regular"/>
        </w:rPr>
        <w:t xml:space="preserve"> bundesweiten Digitaltags</w:t>
      </w:r>
      <w:r w:rsidR="00FA0C59" w:rsidRPr="00FA0C59">
        <w:rPr>
          <w:rFonts w:ascii="TheSans C4s Regular" w:hAnsi="TheSans C4s Regular"/>
        </w:rPr>
        <w:t xml:space="preserve"> zur </w:t>
      </w:r>
      <w:r w:rsidR="00FA0C59" w:rsidRPr="00FA0C59">
        <w:rPr>
          <w:rFonts w:ascii="TheSans C4s Regular" w:hAnsi="TheSans C4s Regular" w:cs="TheSans C4s Regular"/>
        </w:rPr>
        <w:t>„</w:t>
      </w:r>
      <w:r w:rsidR="00FA0C59" w:rsidRPr="00FA0C59">
        <w:rPr>
          <w:rFonts w:ascii="TheSans C4s Regular" w:hAnsi="TheSans C4s Regular"/>
        </w:rPr>
        <w:t>Digitalen Kaffeestunde f</w:t>
      </w:r>
      <w:r w:rsidR="00FA0C59" w:rsidRPr="00FA0C59">
        <w:rPr>
          <w:rFonts w:ascii="TheSans C4s Regular" w:hAnsi="TheSans C4s Regular" w:cs="TheSans C4s Regular"/>
        </w:rPr>
        <w:t>ü</w:t>
      </w:r>
      <w:r w:rsidR="00FA0C59" w:rsidRPr="00FA0C59">
        <w:rPr>
          <w:rFonts w:ascii="TheSans C4s Regular" w:hAnsi="TheSans C4s Regular"/>
        </w:rPr>
        <w:t>r Senior*innen</w:t>
      </w:r>
      <w:r w:rsidR="00FA0C59" w:rsidRPr="00FA0C59">
        <w:rPr>
          <w:rFonts w:ascii="TheSans C4s Regular" w:hAnsi="TheSans C4s Regular" w:cs="TheSans C4s Regular"/>
        </w:rPr>
        <w:t>“</w:t>
      </w:r>
      <w:r w:rsidR="00FA0C59" w:rsidRPr="00FA0C59">
        <w:rPr>
          <w:rFonts w:ascii="TheSans C4s Regular" w:hAnsi="TheSans C4s Regular"/>
        </w:rPr>
        <w:t xml:space="preserve"> i</w:t>
      </w:r>
      <w:r w:rsidR="002E060B">
        <w:rPr>
          <w:rFonts w:ascii="TheSans C4s Regular" w:hAnsi="TheSans C4s Regular"/>
        </w:rPr>
        <w:t>n das</w:t>
      </w:r>
      <w:r w:rsidR="00FA0C59">
        <w:rPr>
          <w:rFonts w:ascii="TheSans C4s Regular" w:hAnsi="TheSans C4s Regular"/>
        </w:rPr>
        <w:t xml:space="preserve"> Gemeindehaus in Höxter</w:t>
      </w:r>
      <w:r w:rsidR="00FA0C59" w:rsidRPr="00FA0C59">
        <w:rPr>
          <w:rFonts w:ascii="TheSans C4s Regular" w:hAnsi="TheSans C4s Regular"/>
        </w:rPr>
        <w:t xml:space="preserve"> ein. </w:t>
      </w:r>
    </w:p>
    <w:p w14:paraId="03EB3003" w14:textId="18C22918" w:rsidR="002E060B" w:rsidRPr="002E060B" w:rsidRDefault="002E060B" w:rsidP="002E060B">
      <w:pPr>
        <w:pStyle w:val="BITFlietextmitAbsatz"/>
        <w:rPr>
          <w:rFonts w:ascii="TheSans C4s Regular" w:hAnsi="TheSans C4s Regular"/>
        </w:rPr>
      </w:pPr>
      <w:r w:rsidRPr="002E060B">
        <w:rPr>
          <w:rFonts w:ascii="TheSans C4s Regular" w:hAnsi="TheSans C4s Regular"/>
        </w:rPr>
        <w:t>Die Aktion richtet sich an ältere Menschen mit wenig Vorerfahrung im Umgang mit digitalen Geräten und bietet in gemütlicher Runde bei Kaffee und Kuchen die Möglichkeit, grundlegendes digitales Wissen zu erlernen – alltagstauglich und verständlich. Ziel ist es, den Teilnehmer*innen zu helfen, digitale Ängste abzubauen, Neugier zu wecken und die digitale Teilhabe für alle zu fördern.</w:t>
      </w:r>
      <w:r w:rsidR="00F41DF3">
        <w:rPr>
          <w:rFonts w:ascii="TheSans C4s Regular" w:hAnsi="TheSans C4s Regular"/>
        </w:rPr>
        <w:t xml:space="preserve"> </w:t>
      </w:r>
    </w:p>
    <w:p w14:paraId="5823D9DD" w14:textId="46C0CE10" w:rsidR="00F41DF3" w:rsidRDefault="002E060B" w:rsidP="002E060B">
      <w:pPr>
        <w:pStyle w:val="BITFlietextmitAbsatz"/>
        <w:rPr>
          <w:rFonts w:ascii="TheSans C4s Regular" w:hAnsi="TheSans C4s Regular"/>
        </w:rPr>
      </w:pPr>
      <w:r w:rsidRPr="002E060B">
        <w:rPr>
          <w:rFonts w:ascii="TheSans C4s Regular" w:hAnsi="TheSans C4s Regular"/>
        </w:rPr>
        <w:t xml:space="preserve">„Mit unserer Aktion möchten wir einen Beitrag zur digitalen Teilhabe leisten. Wir laden alle Senior*innen in </w:t>
      </w:r>
      <w:r>
        <w:rPr>
          <w:rFonts w:ascii="TheSans C4s Regular" w:hAnsi="TheSans C4s Regular"/>
        </w:rPr>
        <w:t>Höxter</w:t>
      </w:r>
      <w:r w:rsidRPr="002E060B">
        <w:rPr>
          <w:rFonts w:ascii="TheSans C4s Regular" w:hAnsi="TheSans C4s Regular"/>
        </w:rPr>
        <w:t xml:space="preserve"> ein, ihre ersten Schritte in die digitale Welt zu machen, und freuen uns über zahlreiche Teilnehmerinnen und Teilnehmer“, sagt Martina Musterfrau, Leitung „Digitale Kaffeestunde“ bei Digital gemeinsam erleben e.</w:t>
      </w:r>
      <w:r w:rsidRPr="002E060B">
        <w:rPr>
          <w:rFonts w:ascii="Arial" w:hAnsi="Arial" w:cs="Arial"/>
        </w:rPr>
        <w:t> </w:t>
      </w:r>
      <w:r w:rsidRPr="002E060B">
        <w:rPr>
          <w:rFonts w:ascii="TheSans C4s Regular" w:hAnsi="TheSans C4s Regular"/>
        </w:rPr>
        <w:t>V.</w:t>
      </w:r>
      <w:r w:rsidR="00F41DF3">
        <w:rPr>
          <w:rFonts w:ascii="TheSans C4s Regular" w:hAnsi="TheSans C4s Regular"/>
        </w:rPr>
        <w:t>.</w:t>
      </w:r>
    </w:p>
    <w:p w14:paraId="3C04B111" w14:textId="1B09BB42" w:rsidR="00F41DF3" w:rsidRDefault="00F41DF3" w:rsidP="002E060B">
      <w:pPr>
        <w:pStyle w:val="BITFlietextmitAbsatz"/>
        <w:rPr>
          <w:rFonts w:ascii="TheSans C4s Regular" w:hAnsi="TheSans C4s Regular"/>
        </w:rPr>
      </w:pPr>
      <w:r>
        <w:rPr>
          <w:rFonts w:ascii="TheSans C4s Regular" w:hAnsi="TheSans C4s Regular"/>
        </w:rPr>
        <w:t xml:space="preserve">Anmeldungen sind telefonisch bei Martina Musterfrau unter: 012345678 oder per E-Mail an </w:t>
      </w:r>
      <w:hyperlink r:id="rId11" w:history="1">
        <w:r w:rsidRPr="00F41DF3">
          <w:rPr>
            <w:rStyle w:val="Hyperlink"/>
            <w:rFonts w:ascii="TheSans C4s Regular" w:hAnsi="TheSans C4s Regular"/>
            <w:color w:val="006F32"/>
          </w:rPr>
          <w:t>m.musterfrau@digitalgemeinsam.de</w:t>
        </w:r>
      </w:hyperlink>
      <w:r>
        <w:rPr>
          <w:rFonts w:ascii="TheSans C4s Regular" w:hAnsi="TheSans C4s Regular"/>
        </w:rPr>
        <w:t xml:space="preserve"> möglich. Weitere Informationen zur Veranstaltung gibt es unter: </w:t>
      </w:r>
      <w:hyperlink r:id="rId12" w:history="1">
        <w:r w:rsidRPr="00F41DF3">
          <w:rPr>
            <w:rStyle w:val="Hyperlink"/>
            <w:rFonts w:ascii="TheSans C4s Regular" w:hAnsi="TheSans C4s Regular"/>
            <w:color w:val="006F32"/>
          </w:rPr>
          <w:t>www.digitaltag.eu/beispielaktion</w:t>
        </w:r>
      </w:hyperlink>
      <w:r w:rsidRPr="00F41DF3">
        <w:rPr>
          <w:rStyle w:val="Hyperlink"/>
          <w:color w:val="006F32"/>
        </w:rPr>
        <w:t>.</w:t>
      </w:r>
    </w:p>
    <w:p w14:paraId="5E5499CE" w14:textId="19B537A1" w:rsidR="00955CB4" w:rsidRPr="002C593A" w:rsidRDefault="00955CB4" w:rsidP="002E060B">
      <w:pPr>
        <w:pStyle w:val="BITFlietextmitAbsatz"/>
        <w:rPr>
          <w:rFonts w:ascii="TheSans C4s Regular" w:hAnsi="TheSans C4s Regular"/>
          <w:b/>
        </w:rPr>
      </w:pPr>
      <w:r w:rsidRPr="002C593A">
        <w:rPr>
          <w:rFonts w:ascii="TheSans C4s Regular" w:hAnsi="TheSans C4s Regular"/>
          <w:b/>
        </w:rPr>
        <w:t>Digitaltag bringt Menschen in ganz Deutschland zusammen</w:t>
      </w:r>
    </w:p>
    <w:p w14:paraId="6E9D5AC9" w14:textId="67246FE1" w:rsidR="000220DD" w:rsidRPr="002C593A" w:rsidRDefault="00955CB4" w:rsidP="00955CB4">
      <w:pPr>
        <w:pStyle w:val="BITFlietextmitAbsatz"/>
        <w:rPr>
          <w:rFonts w:ascii="TheSans C4s Regular" w:hAnsi="TheSans C4s Regular"/>
        </w:rPr>
      </w:pPr>
      <w:r w:rsidRPr="002C593A">
        <w:rPr>
          <w:rFonts w:ascii="TheSans C4s Regular" w:hAnsi="TheSans C4s Regular"/>
        </w:rPr>
        <w:t>Der Digitaltag</w:t>
      </w:r>
      <w:r w:rsidR="00AB1573">
        <w:rPr>
          <w:rFonts w:ascii="TheSans C4s Regular" w:hAnsi="TheSans C4s Regular"/>
        </w:rPr>
        <w:t xml:space="preserve"> ist Deutschlands größter Aktionstag für digitale Teilhabe. Er</w:t>
      </w:r>
      <w:r w:rsidRPr="002C593A">
        <w:rPr>
          <w:rFonts w:ascii="TheSans C4s Regular" w:hAnsi="TheSans C4s Regular"/>
        </w:rPr>
        <w:t xml:space="preserve"> wird getragen von der Initiative „Digital für alle“, einem Bündnis von </w:t>
      </w:r>
      <w:r w:rsidR="00B67847" w:rsidRPr="002C593A">
        <w:rPr>
          <w:rFonts w:ascii="TheSans C4s Regular" w:hAnsi="TheSans C4s Regular"/>
        </w:rPr>
        <w:t>über 25</w:t>
      </w:r>
      <w:r w:rsidRPr="002C593A">
        <w:rPr>
          <w:rFonts w:ascii="TheSans C4s Regular" w:hAnsi="TheSans C4s Regular"/>
        </w:rPr>
        <w:t xml:space="preserve"> Organisationen aus den Bereichen Zivilgesellschaft, Kultur, Wissenschaft, Wirtschaft, Wohlfahrt und öffentliche Hand. Erklärtes Ziel ist die Förderung der digitalen Teilhabe. </w:t>
      </w:r>
    </w:p>
    <w:p w14:paraId="25B0C0E4" w14:textId="4AABD053" w:rsidR="00955CB4" w:rsidRPr="002C593A" w:rsidRDefault="000220DD" w:rsidP="00955CB4">
      <w:pPr>
        <w:pStyle w:val="BITFlietextmitAbsatz"/>
        <w:rPr>
          <w:rFonts w:ascii="TheSans C4s Regular" w:hAnsi="TheSans C4s Regular"/>
        </w:rPr>
      </w:pPr>
      <w:r w:rsidRPr="002C593A">
        <w:rPr>
          <w:rFonts w:ascii="TheSans C4s Regular" w:hAnsi="TheSans C4s Regular"/>
        </w:rPr>
        <w:t>Der Digitaltag</w:t>
      </w:r>
      <w:r w:rsidR="00955CB4" w:rsidRPr="002C593A">
        <w:rPr>
          <w:rFonts w:ascii="TheSans C4s Regular" w:hAnsi="TheSans C4s Regular"/>
        </w:rPr>
        <w:t xml:space="preserve"> bietet eine Plattform, um verschiedenste Aspekte der Digitalisierung zu beleuchten, Chancen und Herausforderungen zu diskutieren und einen breiten gesellschaftlichen Dialog anzustoßen. Der Aktionstag </w:t>
      </w:r>
      <w:r w:rsidR="005A14CC">
        <w:rPr>
          <w:rFonts w:ascii="TheSans C4s Regular" w:hAnsi="TheSans C4s Regular"/>
        </w:rPr>
        <w:t>macht</w:t>
      </w:r>
      <w:r w:rsidR="00955CB4" w:rsidRPr="002C593A">
        <w:rPr>
          <w:rFonts w:ascii="TheSans C4s Regular" w:hAnsi="TheSans C4s Regular"/>
        </w:rPr>
        <w:t xml:space="preserve"> die </w:t>
      </w:r>
      <w:r w:rsidRPr="002C593A">
        <w:rPr>
          <w:rFonts w:ascii="TheSans C4s Regular" w:hAnsi="TheSans C4s Regular"/>
        </w:rPr>
        <w:t xml:space="preserve">Digitalisierung mit zahlreichen </w:t>
      </w:r>
      <w:r w:rsidR="00955CB4" w:rsidRPr="002C593A">
        <w:rPr>
          <w:rFonts w:ascii="TheSans C4s Regular" w:hAnsi="TheSans C4s Regular"/>
        </w:rPr>
        <w:t>Formaten erlebba</w:t>
      </w:r>
      <w:r w:rsidR="005A14CC">
        <w:rPr>
          <w:rFonts w:ascii="TheSans C4s Regular" w:hAnsi="TheSans C4s Regular"/>
        </w:rPr>
        <w:t>r und zeigt</w:t>
      </w:r>
      <w:r w:rsidR="00955CB4" w:rsidRPr="002C593A">
        <w:rPr>
          <w:rFonts w:ascii="TheSans C4s Regular" w:hAnsi="TheSans C4s Regular"/>
        </w:rPr>
        <w:t xml:space="preserve"> Wege zu digitaler Teilhabe </w:t>
      </w:r>
      <w:r w:rsidR="005A14CC">
        <w:rPr>
          <w:rFonts w:ascii="TheSans C4s Regular" w:hAnsi="TheSans C4s Regular"/>
        </w:rPr>
        <w:t>auf</w:t>
      </w:r>
      <w:r w:rsidR="00D2433B">
        <w:rPr>
          <w:rFonts w:ascii="TheSans C4s Regular" w:hAnsi="TheSans C4s Regular"/>
        </w:rPr>
        <w:t xml:space="preserve">. </w:t>
      </w:r>
      <w:r w:rsidR="0049209E">
        <w:rPr>
          <w:rFonts w:ascii="TheSans C4s Regular" w:hAnsi="TheSans C4s Regular"/>
        </w:rPr>
        <w:t xml:space="preserve">Jeder kann </w:t>
      </w:r>
      <w:r w:rsidR="001549DC">
        <w:rPr>
          <w:rFonts w:ascii="TheSans C4s Regular" w:hAnsi="TheSans C4s Regular"/>
        </w:rPr>
        <w:t>s</w:t>
      </w:r>
      <w:r w:rsidR="0049209E">
        <w:rPr>
          <w:rFonts w:ascii="TheSans C4s Regular" w:hAnsi="TheSans C4s Regular"/>
        </w:rPr>
        <w:t>ich</w:t>
      </w:r>
      <w:r w:rsidR="001549DC">
        <w:rPr>
          <w:rFonts w:ascii="TheSans C4s Regular" w:hAnsi="TheSans C4s Regular"/>
        </w:rPr>
        <w:t xml:space="preserve"> kostenfrei</w:t>
      </w:r>
      <w:r w:rsidR="0049209E">
        <w:rPr>
          <w:rFonts w:ascii="TheSans C4s Regular" w:hAnsi="TheSans C4s Regular"/>
        </w:rPr>
        <w:t xml:space="preserve"> am Digitaltag beteiligen</w:t>
      </w:r>
      <w:r w:rsidR="00F27D40">
        <w:rPr>
          <w:rFonts w:ascii="TheSans C4s Regular" w:hAnsi="TheSans C4s Regular"/>
        </w:rPr>
        <w:t xml:space="preserve"> – ob als Veranstalter oder als Teilnehmer. </w:t>
      </w:r>
      <w:r w:rsidR="002825A5">
        <w:rPr>
          <w:rFonts w:ascii="TheSans C4s Regular" w:hAnsi="TheSans C4s Regular"/>
        </w:rPr>
        <w:t xml:space="preserve">Alle </w:t>
      </w:r>
      <w:r w:rsidR="002825A5" w:rsidRPr="002C593A">
        <w:rPr>
          <w:rFonts w:ascii="TheSans C4s Regular" w:hAnsi="TheSans C4s Regular"/>
        </w:rPr>
        <w:t>Aktivitäten</w:t>
      </w:r>
      <w:r w:rsidR="00955CB4" w:rsidRPr="002C593A">
        <w:rPr>
          <w:rFonts w:ascii="TheSans C4s Regular" w:hAnsi="TheSans C4s Regular"/>
        </w:rPr>
        <w:t xml:space="preserve"> werden auf </w:t>
      </w:r>
      <w:hyperlink r:id="rId13" w:history="1">
        <w:r w:rsidR="004D2C5B" w:rsidRPr="004D2C5B">
          <w:rPr>
            <w:rStyle w:val="Hyperlink"/>
            <w:rFonts w:ascii="TheSans C4s Regular" w:hAnsi="TheSans C4s Regular"/>
            <w:color w:val="006F32"/>
          </w:rPr>
          <w:t>www.digitaltag.eu</w:t>
        </w:r>
      </w:hyperlink>
      <w:r w:rsidR="004D2C5B">
        <w:rPr>
          <w:rFonts w:ascii="TheSans C4s Regular" w:hAnsi="TheSans C4s Regular"/>
        </w:rPr>
        <w:t xml:space="preserve"> </w:t>
      </w:r>
      <w:r w:rsidRPr="002C593A">
        <w:rPr>
          <w:rFonts w:ascii="TheSans C4s Regular" w:hAnsi="TheSans C4s Regular"/>
        </w:rPr>
        <w:t>über eine interaktive Aktionslandkarte angezeigt und können nach Themengebiet oder Zielgruppe gefiltert werden</w:t>
      </w:r>
      <w:r w:rsidR="00955CB4" w:rsidRPr="002C593A">
        <w:rPr>
          <w:rFonts w:ascii="TheSans C4s Regular" w:hAnsi="TheSans C4s Regular"/>
        </w:rPr>
        <w:t xml:space="preserve">. </w:t>
      </w:r>
    </w:p>
    <w:p w14:paraId="76A5D315" w14:textId="4D898463" w:rsidR="00FA0C59" w:rsidRPr="002C593A" w:rsidRDefault="000220DD" w:rsidP="00955CB4">
      <w:pPr>
        <w:pStyle w:val="BITAbbinder"/>
        <w:spacing w:after="284" w:line="284" w:lineRule="atLeast"/>
        <w:rPr>
          <w:rFonts w:ascii="TheSans C4s Regular" w:hAnsi="TheSans C4s Regular"/>
          <w:szCs w:val="18"/>
        </w:rPr>
      </w:pPr>
      <w:r w:rsidRPr="002C593A">
        <w:rPr>
          <w:rFonts w:ascii="TheSans C4s Regular" w:hAnsi="TheSans C4s Regular"/>
          <w:sz w:val="18"/>
          <w:szCs w:val="18"/>
        </w:rPr>
        <w:t xml:space="preserve">Mehr </w:t>
      </w:r>
      <w:r w:rsidR="00955CB4" w:rsidRPr="002C593A">
        <w:rPr>
          <w:rFonts w:ascii="TheSans C4s Regular" w:hAnsi="TheSans C4s Regular"/>
          <w:sz w:val="18"/>
          <w:szCs w:val="18"/>
        </w:rPr>
        <w:t>Informationen zur Initiative „Digital für alle“ sowie zum Digitaltag</w:t>
      </w:r>
      <w:r w:rsidR="001549DC">
        <w:rPr>
          <w:rFonts w:ascii="TheSans C4s Regular" w:hAnsi="TheSans C4s Regular"/>
          <w:sz w:val="18"/>
          <w:szCs w:val="18"/>
        </w:rPr>
        <w:t xml:space="preserve"> </w:t>
      </w:r>
      <w:r w:rsidR="00AF3AC4" w:rsidRPr="002C593A">
        <w:rPr>
          <w:rFonts w:ascii="TheSans C4s Regular" w:hAnsi="TheSans C4s Regular"/>
          <w:sz w:val="18"/>
          <w:szCs w:val="18"/>
        </w:rPr>
        <w:t xml:space="preserve">sind </w:t>
      </w:r>
      <w:r w:rsidR="00955CB4" w:rsidRPr="002C593A">
        <w:rPr>
          <w:rFonts w:ascii="TheSans C4s Regular" w:hAnsi="TheSans C4s Regular"/>
          <w:sz w:val="18"/>
          <w:szCs w:val="18"/>
        </w:rPr>
        <w:t xml:space="preserve">unter </w:t>
      </w:r>
      <w:hyperlink r:id="rId14" w:history="1">
        <w:r w:rsidR="00955CB4" w:rsidRPr="00E420EF">
          <w:rPr>
            <w:rStyle w:val="Hyperlink"/>
            <w:rFonts w:ascii="TheSans C4s Regular" w:hAnsi="TheSans C4s Regular"/>
            <w:color w:val="006F32"/>
            <w:sz w:val="18"/>
            <w:szCs w:val="18"/>
          </w:rPr>
          <w:t>www.digitaltag.eu</w:t>
        </w:r>
      </w:hyperlink>
      <w:r w:rsidR="00AF3AC4" w:rsidRPr="00E420EF">
        <w:rPr>
          <w:rFonts w:ascii="TheSans C4s Regular" w:hAnsi="TheSans C4s Regular"/>
          <w:color w:val="006F32"/>
          <w:sz w:val="18"/>
          <w:szCs w:val="18"/>
        </w:rPr>
        <w:t xml:space="preserve"> </w:t>
      </w:r>
      <w:r w:rsidR="00AF3AC4" w:rsidRPr="002C593A">
        <w:rPr>
          <w:rFonts w:ascii="TheSans C4s Regular" w:hAnsi="TheSans C4s Regular"/>
          <w:sz w:val="18"/>
          <w:szCs w:val="18"/>
        </w:rPr>
        <w:t>abrufbar.</w:t>
      </w:r>
    </w:p>
    <w:p w14:paraId="03D1F700" w14:textId="6F8742D4" w:rsidR="008C1CFE" w:rsidRPr="00283289" w:rsidRDefault="008C1CFE" w:rsidP="00283289">
      <w:pPr>
        <w:spacing w:line="240" w:lineRule="auto"/>
        <w:rPr>
          <w:rFonts w:ascii="TheSans C4s Regular" w:hAnsi="TheSans C4s Regular"/>
          <w:sz w:val="15"/>
          <w:szCs w:val="15"/>
        </w:rPr>
      </w:pPr>
    </w:p>
    <w:sectPr w:rsidR="008C1CFE" w:rsidRPr="00283289" w:rsidSect="00D45B59">
      <w:headerReference w:type="default" r:id="rId15"/>
      <w:footerReference w:type="default" r:id="rId16"/>
      <w:headerReference w:type="first" r:id="rId17"/>
      <w:footerReference w:type="first" r:id="rId18"/>
      <w:pgSz w:w="11906" w:h="16838" w:code="9"/>
      <w:pgMar w:top="4180" w:right="3684" w:bottom="79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A4FE5" w14:textId="77777777" w:rsidR="007F7BEF" w:rsidRDefault="007F7BEF" w:rsidP="002B7933">
      <w:pPr>
        <w:spacing w:line="240" w:lineRule="auto"/>
      </w:pPr>
      <w:r>
        <w:separator/>
      </w:r>
    </w:p>
  </w:endnote>
  <w:endnote w:type="continuationSeparator" w:id="0">
    <w:p w14:paraId="3B99B2BE" w14:textId="77777777" w:rsidR="007F7BEF" w:rsidRDefault="007F7BEF" w:rsidP="002B7933">
      <w:pPr>
        <w:spacing w:line="240" w:lineRule="auto"/>
      </w:pPr>
      <w:r>
        <w:continuationSeparator/>
      </w:r>
    </w:p>
  </w:endnote>
  <w:endnote w:type="continuationNotice" w:id="1">
    <w:p w14:paraId="2D0C009D" w14:textId="77777777" w:rsidR="007F7BEF" w:rsidRDefault="007F7B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heSansOffice">
    <w:altName w:val="Malgun Gothic"/>
    <w:panose1 w:val="020B0503040302060204"/>
    <w:charset w:val="00"/>
    <w:family w:val="swiss"/>
    <w:pitch w:val="variable"/>
    <w:sig w:usb0="80000027"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eSans C4s Regular">
    <w:panose1 w:val="020B0502050302020203"/>
    <w:charset w:val="00"/>
    <w:family w:val="swiss"/>
    <w:notTrueType/>
    <w:pitch w:val="variable"/>
    <w:sig w:usb0="A00000FF" w:usb1="5000F0FB" w:usb2="00000000" w:usb3="00000000" w:csb0="00000193" w:csb1="00000000"/>
  </w:font>
  <w:font w:name="TheSans C4s Bold">
    <w:panose1 w:val="020B0702050302020203"/>
    <w:charset w:val="00"/>
    <w:family w:val="swiss"/>
    <w:notTrueType/>
    <w:pitch w:val="variable"/>
    <w:sig w:usb0="A00000FF" w:usb1="5000F0FB" w:usb2="00000000" w:usb3="00000000" w:csb0="000001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E2D2B" w14:textId="77777777" w:rsidR="002B7933" w:rsidRDefault="00950213">
    <w:pPr>
      <w:pStyle w:val="Fuzeile"/>
    </w:pPr>
    <w:r>
      <w:rPr>
        <w:noProof/>
        <w:sz w:val="15"/>
        <w:szCs w:val="15"/>
        <w:lang w:eastAsia="de-DE"/>
      </w:rPr>
      <mc:AlternateContent>
        <mc:Choice Requires="wps">
          <w:drawing>
            <wp:anchor distT="0" distB="0" distL="114300" distR="114300" simplePos="0" relativeHeight="251658244" behindDoc="1" locked="1" layoutInCell="1" allowOverlap="1" wp14:anchorId="6C7FEAB3" wp14:editId="025BB34B">
              <wp:simplePos x="0" y="0"/>
              <wp:positionH relativeFrom="page">
                <wp:posOffset>5616575</wp:posOffset>
              </wp:positionH>
              <wp:positionV relativeFrom="page">
                <wp:posOffset>9892030</wp:posOffset>
              </wp:positionV>
              <wp:extent cx="1620000" cy="180000"/>
              <wp:effectExtent l="0" t="0" r="18415" b="10795"/>
              <wp:wrapNone/>
              <wp:docPr id="8"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B19631F" w14:textId="77777777" w:rsidR="002B7933" w:rsidRPr="002C593A" w:rsidRDefault="00CA5697" w:rsidP="000F5600">
                          <w:pPr>
                            <w:pStyle w:val="BITAbsenderBold"/>
                            <w:rPr>
                              <w:rStyle w:val="BITBlau"/>
                              <w:rFonts w:ascii="TheSans C4s Regular" w:hAnsi="TheSans C4s Regular"/>
                              <w:color w:val="006F32"/>
                            </w:rPr>
                          </w:pPr>
                          <w:r w:rsidRPr="002C593A">
                            <w:rPr>
                              <w:rStyle w:val="BITBlau"/>
                              <w:rFonts w:ascii="TheSans C4s Regular" w:hAnsi="TheSans C4s Regular"/>
                              <w:color w:val="006F32"/>
                            </w:rPr>
                            <w:t>www.digitaltag.eu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7FEAB3" id="_x0000_t202" coordsize="21600,21600" o:spt="202" path="m,l,21600r21600,l21600,xe">
              <v:stroke joinstyle="miter"/>
              <v:path gradientshapeok="t" o:connecttype="rect"/>
            </v:shapetype>
            <v:shape id="Textfeld 10" o:spid="_x0000_s1026" type="#_x0000_t202" style="position:absolute;margin-left:442.25pt;margin-top:778.9pt;width:127.55pt;height:14.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" filled="f" stroked="f" strokeweight=".5pt">
              <v:textbox inset="0,0,0,0">
                <w:txbxContent>
                  <w:p w14:paraId="3B19631F" w14:textId="77777777" w:rsidR="002B7933" w:rsidRPr="002C593A" w:rsidRDefault="00CA5697" w:rsidP="000F5600">
                    <w:pPr>
                      <w:pStyle w:val="BITAbsenderBold"/>
                      <w:rPr>
                        <w:rStyle w:val="BITBlau"/>
                        <w:rFonts w:ascii="TheSans C4s Regular" w:hAnsi="TheSans C4s Regular"/>
                        <w:color w:val="006F32"/>
                      </w:rPr>
                    </w:pPr>
                    <w:r w:rsidRPr="002C593A">
                      <w:rPr>
                        <w:rStyle w:val="BITBlau"/>
                        <w:rFonts w:ascii="TheSans C4s Regular" w:hAnsi="TheSans C4s Regular"/>
                        <w:color w:val="006F32"/>
                      </w:rPr>
                      <w:t>www.digitaltag.eu</w:t>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B650D" w14:textId="77777777" w:rsidR="002B7933" w:rsidRDefault="00950213">
    <w:pPr>
      <w:pStyle w:val="Fuzeile"/>
    </w:pPr>
    <w:r>
      <w:rPr>
        <w:noProof/>
        <w:sz w:val="15"/>
        <w:szCs w:val="15"/>
        <w:lang w:eastAsia="de-DE"/>
      </w:rPr>
      <mc:AlternateContent>
        <mc:Choice Requires="wps">
          <w:drawing>
            <wp:anchor distT="0" distB="0" distL="114300" distR="114300" simplePos="0" relativeHeight="251658242" behindDoc="1" locked="1" layoutInCell="1" allowOverlap="1" wp14:anchorId="277F5009" wp14:editId="5A2E3E50">
              <wp:simplePos x="0" y="0"/>
              <wp:positionH relativeFrom="page">
                <wp:posOffset>5616575</wp:posOffset>
              </wp:positionH>
              <wp:positionV relativeFrom="page">
                <wp:posOffset>9892030</wp:posOffset>
              </wp:positionV>
              <wp:extent cx="1620000" cy="180000"/>
              <wp:effectExtent l="0" t="0" r="18415" b="10795"/>
              <wp:wrapNone/>
              <wp:docPr id="1"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5B9B073" w14:textId="77777777" w:rsidR="002B7933" w:rsidRPr="002C593A" w:rsidRDefault="00CC3198" w:rsidP="008C203F">
                          <w:pPr>
                            <w:pStyle w:val="BITAbsenderBold"/>
                            <w:rPr>
                              <w:rStyle w:val="BITBlau"/>
                              <w:rFonts w:ascii="TheSans C4s Regular" w:hAnsi="TheSans C4s Regular"/>
                              <w:color w:val="006F32"/>
                            </w:rPr>
                          </w:pPr>
                          <w:hyperlink r:id="rId1" w:history="1">
                            <w:r w:rsidRPr="002C593A">
                              <w:rPr>
                                <w:rStyle w:val="Hyperlink"/>
                                <w:rFonts w:ascii="TheSans C4s Regular" w:hAnsi="TheSans C4s Regular"/>
                                <w:color w:val="006F32"/>
                                <w:u w:val="none"/>
                              </w:rPr>
                              <w:t>www.digitaltag.eu</w:t>
                            </w:r>
                          </w:hyperlink>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7F5009" id="_x0000_t202" coordsize="21600,21600" o:spt="202" path="m,l,21600r21600,l21600,xe">
              <v:stroke joinstyle="miter"/>
              <v:path gradientshapeok="t" o:connecttype="rect"/>
            </v:shapetype>
            <v:shape id="Textfeld 6" o:spid="_x0000_s1030" type="#_x0000_t202" style="position:absolute;margin-left:442.25pt;margin-top:778.9pt;width:127.55pt;height:14.1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" filled="f" stroked="f" strokeweight=".5pt">
              <v:textbox inset="0,0,0,0">
                <w:txbxContent>
                  <w:p w14:paraId="35B9B073" w14:textId="77777777" w:rsidR="002B7933" w:rsidRPr="002C593A" w:rsidRDefault="00CC3198" w:rsidP="008C203F">
                    <w:pPr>
                      <w:pStyle w:val="BITAbsenderBold"/>
                      <w:rPr>
                        <w:rStyle w:val="BITBlau"/>
                        <w:rFonts w:ascii="TheSans C4s Regular" w:hAnsi="TheSans C4s Regular"/>
                        <w:color w:val="006F32"/>
                      </w:rPr>
                    </w:pPr>
                    <w:hyperlink r:id="rId2" w:history="1">
                      <w:r w:rsidRPr="002C593A">
                        <w:rPr>
                          <w:rStyle w:val="Hyperlink"/>
                          <w:rFonts w:ascii="TheSans C4s Regular" w:hAnsi="TheSans C4s Regular"/>
                          <w:color w:val="006F32"/>
                          <w:u w:val="none"/>
                        </w:rPr>
                        <w:t>www.digitaltag.eu</w:t>
                      </w:r>
                    </w:hyperlink>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51E45" w14:textId="77777777" w:rsidR="007F7BEF" w:rsidRDefault="007F7BEF" w:rsidP="002B7933">
      <w:pPr>
        <w:spacing w:line="240" w:lineRule="auto"/>
      </w:pPr>
      <w:r>
        <w:separator/>
      </w:r>
    </w:p>
  </w:footnote>
  <w:footnote w:type="continuationSeparator" w:id="0">
    <w:p w14:paraId="5A7021EB" w14:textId="77777777" w:rsidR="007F7BEF" w:rsidRDefault="007F7BEF" w:rsidP="002B7933">
      <w:pPr>
        <w:spacing w:line="240" w:lineRule="auto"/>
      </w:pPr>
      <w:r>
        <w:continuationSeparator/>
      </w:r>
    </w:p>
  </w:footnote>
  <w:footnote w:type="continuationNotice" w:id="1">
    <w:p w14:paraId="0ADC183C" w14:textId="77777777" w:rsidR="007F7BEF" w:rsidRDefault="007F7BE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BFF2" w14:textId="77777777" w:rsidR="007260FD" w:rsidRDefault="007260FD" w:rsidP="007260FD">
    <w:pPr>
      <w:pStyle w:val="BITHeadlineohneAbsatz"/>
      <w:rPr>
        <w:rStyle w:val="Datum"/>
      </w:rPr>
    </w:pPr>
  </w:p>
  <w:p w14:paraId="189B9DFA" w14:textId="26FDA206" w:rsidR="007260FD" w:rsidRPr="002C593A" w:rsidRDefault="007260FD" w:rsidP="007260FD">
    <w:pPr>
      <w:pStyle w:val="BITHeadlineohneAbsatz"/>
      <w:rPr>
        <w:rFonts w:ascii="TheSans C4s Regular" w:hAnsi="TheSans C4s Regular"/>
      </w:rPr>
    </w:pPr>
    <w:r w:rsidRPr="002C593A">
      <w:rPr>
        <w:rFonts w:ascii="TheSans C4s Regular" w:hAnsi="TheSans C4s Regular"/>
      </w:rPr>
      <w:t>Presseinformation</w:t>
    </w:r>
    <w:r w:rsidRPr="002C593A">
      <w:rPr>
        <w:rFonts w:ascii="TheSans C4s Regular" w:hAnsi="TheSans C4s Regular"/>
      </w:rPr>
      <w:br/>
    </w:r>
    <w:r w:rsidR="003474F4" w:rsidRPr="002C593A">
      <w:rPr>
        <w:rFonts w:ascii="TheSans C4s Regular" w:hAnsi="TheSans C4s Regular"/>
      </w:rPr>
      <w:fldChar w:fldCharType="begin"/>
    </w:r>
    <w:r w:rsidR="003474F4" w:rsidRPr="002C593A">
      <w:rPr>
        <w:rFonts w:ascii="TheSans C4s Regular" w:hAnsi="TheSans C4s Regular"/>
      </w:rPr>
      <w:instrText xml:space="preserve"> STYLEREF  "Headline Presseinfo"  \* MERGEFORMAT </w:instrText>
    </w:r>
    <w:r w:rsidR="003474F4" w:rsidRPr="002C593A">
      <w:rPr>
        <w:rFonts w:ascii="TheSans C4s Regular" w:hAnsi="TheSans C4s Regular"/>
      </w:rPr>
      <w:fldChar w:fldCharType="separate"/>
    </w:r>
    <w:r w:rsidR="00F41DF3">
      <w:rPr>
        <w:rFonts w:ascii="TheSans C4s Regular" w:hAnsi="TheSans C4s Regular"/>
        <w:b w:val="0"/>
        <w:bCs/>
        <w:noProof/>
      </w:rPr>
      <w:t>Fehler! Kein Text mit angegebener Formatvorlage im Dokument.</w:t>
    </w:r>
    <w:r w:rsidR="003474F4" w:rsidRPr="002C593A">
      <w:rPr>
        <w:rFonts w:ascii="TheSans C4s Regular" w:hAnsi="TheSans C4s Regular"/>
        <w:noProof/>
      </w:rPr>
      <w:fldChar w:fldCharType="end"/>
    </w:r>
  </w:p>
  <w:p w14:paraId="25084B5A" w14:textId="77777777" w:rsidR="007260FD" w:rsidRPr="002C593A" w:rsidRDefault="007260FD" w:rsidP="007260FD">
    <w:pPr>
      <w:pStyle w:val="BITFlietextmitAbsatz"/>
      <w:rPr>
        <w:rFonts w:ascii="TheSans C4s Regular" w:hAnsi="TheSans C4s Regular"/>
      </w:rPr>
    </w:pPr>
    <w:r w:rsidRPr="002C593A">
      <w:rPr>
        <w:rFonts w:ascii="TheSans C4s Regular" w:hAnsi="TheSans C4s Regular"/>
      </w:rPr>
      <w:t xml:space="preserve">Seite </w:t>
    </w:r>
    <w:r w:rsidRPr="002C593A">
      <w:rPr>
        <w:rFonts w:ascii="TheSans C4s Regular" w:hAnsi="TheSans C4s Regular"/>
      </w:rPr>
      <w:fldChar w:fldCharType="begin"/>
    </w:r>
    <w:r w:rsidRPr="002C593A">
      <w:rPr>
        <w:rFonts w:ascii="TheSans C4s Regular" w:hAnsi="TheSans C4s Regular"/>
      </w:rPr>
      <w:instrText xml:space="preserve"> PAGE   \* MERGEFORMAT </w:instrText>
    </w:r>
    <w:r w:rsidRPr="002C593A">
      <w:rPr>
        <w:rFonts w:ascii="TheSans C4s Regular" w:hAnsi="TheSans C4s Regular"/>
      </w:rPr>
      <w:fldChar w:fldCharType="separate"/>
    </w:r>
    <w:r w:rsidR="00345FE1" w:rsidRPr="002C593A">
      <w:rPr>
        <w:rFonts w:ascii="TheSans C4s Regular" w:hAnsi="TheSans C4s Regular"/>
        <w:noProof/>
      </w:rPr>
      <w:t>2</w:t>
    </w:r>
    <w:r w:rsidRPr="002C593A">
      <w:rPr>
        <w:rFonts w:ascii="TheSans C4s Regular" w:hAnsi="TheSans C4s Regular"/>
        <w:noProof/>
      </w:rPr>
      <w:fldChar w:fldCharType="end"/>
    </w:r>
    <w:r w:rsidRPr="002C593A">
      <w:rPr>
        <w:rFonts w:ascii="TheSans C4s Regular" w:hAnsi="TheSans C4s Regular"/>
      </w:rPr>
      <w:t>|</w:t>
    </w:r>
    <w:r w:rsidR="004D2C5B" w:rsidRPr="002C593A">
      <w:rPr>
        <w:rFonts w:ascii="TheSans C4s Regular" w:hAnsi="TheSans C4s Regular"/>
      </w:rPr>
      <w:fldChar w:fldCharType="begin"/>
    </w:r>
    <w:r w:rsidR="004D2C5B" w:rsidRPr="002C593A">
      <w:rPr>
        <w:rFonts w:ascii="TheSans C4s Regular" w:hAnsi="TheSans C4s Regular"/>
      </w:rPr>
      <w:instrText xml:space="preserve"> NUMPAGES   \* MERGEFORMAT </w:instrText>
    </w:r>
    <w:r w:rsidR="004D2C5B" w:rsidRPr="002C593A">
      <w:rPr>
        <w:rFonts w:ascii="TheSans C4s Regular" w:hAnsi="TheSans C4s Regular"/>
      </w:rPr>
      <w:fldChar w:fldCharType="separate"/>
    </w:r>
    <w:r w:rsidR="00345FE1" w:rsidRPr="002C593A">
      <w:rPr>
        <w:rFonts w:ascii="TheSans C4s Regular" w:hAnsi="TheSans C4s Regular"/>
        <w:noProof/>
      </w:rPr>
      <w:t>2</w:t>
    </w:r>
    <w:r w:rsidR="004D2C5B" w:rsidRPr="002C593A">
      <w:rPr>
        <w:rFonts w:ascii="TheSans C4s Regular" w:hAnsi="TheSans C4s Regular"/>
        <w:noProof/>
      </w:rPr>
      <w:fldChar w:fldCharType="end"/>
    </w:r>
  </w:p>
  <w:p w14:paraId="4A3F72C4" w14:textId="77777777" w:rsidR="002B7933" w:rsidRPr="002C593A" w:rsidRDefault="00D45B59">
    <w:pPr>
      <w:pStyle w:val="Kopfzeile"/>
      <w:rPr>
        <w:rFonts w:ascii="TheSans C4s Regular" w:hAnsi="TheSans C4s Regular"/>
      </w:rPr>
    </w:pPr>
    <w:r w:rsidRPr="002C593A">
      <w:rPr>
        <w:rFonts w:ascii="TheSans C4s Regular" w:hAnsi="TheSans C4s Regular"/>
        <w:noProof/>
        <w:lang w:eastAsia="de-DE"/>
      </w:rPr>
      <w:drawing>
        <wp:anchor distT="0" distB="0" distL="114300" distR="114300" simplePos="0" relativeHeight="251658247" behindDoc="1" locked="1" layoutInCell="1" allowOverlap="1" wp14:anchorId="77F580EE" wp14:editId="3B185B68">
          <wp:simplePos x="0" y="0"/>
          <wp:positionH relativeFrom="page">
            <wp:posOffset>5686425</wp:posOffset>
          </wp:positionH>
          <wp:positionV relativeFrom="page">
            <wp:posOffset>786765</wp:posOffset>
          </wp:positionV>
          <wp:extent cx="1147445" cy="300990"/>
          <wp:effectExtent l="0" t="0" r="0" b="3810"/>
          <wp:wrapNone/>
          <wp:docPr id="14"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7445" cy="3009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0213" w:rsidRPr="002C593A">
      <w:rPr>
        <w:rFonts w:ascii="TheSans C4s Regular" w:hAnsi="TheSans C4s Regular"/>
        <w:noProof/>
        <w:lang w:eastAsia="de-DE"/>
      </w:rPr>
      <mc:AlternateContent>
        <mc:Choice Requires="wpg">
          <w:drawing>
            <wp:anchor distT="0" distB="0" distL="114300" distR="114300" simplePos="0" relativeHeight="251658245" behindDoc="0" locked="1" layoutInCell="1" allowOverlap="1" wp14:anchorId="21241D92" wp14:editId="018F2B61">
              <wp:simplePos x="0" y="0"/>
              <wp:positionH relativeFrom="page">
                <wp:posOffset>356235</wp:posOffset>
              </wp:positionH>
              <wp:positionV relativeFrom="page">
                <wp:posOffset>3780790</wp:posOffset>
              </wp:positionV>
              <wp:extent cx="122555" cy="1565910"/>
              <wp:effectExtent l="13335" t="8890" r="6985" b="6350"/>
              <wp:wrapNone/>
              <wp:docPr id="9"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 cy="1565910"/>
                        <a:chOff x="0" y="0"/>
                        <a:chExt cx="1224" cy="15664"/>
                      </a:xfrm>
                    </wpg:grpSpPr>
                    <wps:wsp>
                      <wps:cNvPr id="10" name="Gerade Verbindung 14"/>
                      <wps:cNvCnPr/>
                      <wps:spPr bwMode="auto">
                        <a:xfrm>
                          <a:off x="0" y="0"/>
                          <a:ext cx="1224" cy="0"/>
                        </a:xfrm>
                        <a:prstGeom prst="line">
                          <a:avLst/>
                        </a:prstGeom>
                        <a:noFill/>
                        <a:ln w="6350">
                          <a:solidFill>
                            <a:srgbClr val="0096D7"/>
                          </a:solidFill>
                          <a:round/>
                          <a:headEnd/>
                          <a:tailEnd/>
                        </a:ln>
                        <a:extLst>
                          <a:ext uri="{909E8E84-426E-40DD-AFC4-6F175D3DCCD1}">
                            <a14:hiddenFill xmlns:a14="http://schemas.microsoft.com/office/drawing/2010/main">
                              <a:noFill/>
                            </a14:hiddenFill>
                          </a:ext>
                        </a:extLst>
                      </wps:spPr>
                      <wps:bodyPr/>
                    </wps:wsp>
                    <wps:wsp>
                      <wps:cNvPr id="11" name="Gerade Verbindung 15"/>
                      <wps:cNvCnPr/>
                      <wps:spPr bwMode="auto">
                        <a:xfrm>
                          <a:off x="0" y="15664"/>
                          <a:ext cx="12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87FD2A8" id="Gruppieren 13" o:spid="_x0000_s1026" style="position:absolute;margin-left:28.05pt;margin-top:297.7pt;width:9.65pt;height:123.3pt;z-index:251658245;mso-position-horizontal-relative:page;mso-position-vertical-relative:page;mso-width-relative:margin;mso-height-relative:margin" coordsize="1224,1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">
              <v:line id="Gerade Verbindung 14" o:spid="_x0000_s1027" style="position:absolute;visibility:visible;mso-wrap-style:square" from="0,0" to="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" strokecolor="#0096d7" strokeweight=".5pt"/>
              <v:line id="Gerade Verbindung 15" o:spid="_x0000_s1028" style="position:absolute;visibility:visible;mso-wrap-style:square" from="0,15664" to="1224,1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40748" w14:textId="77777777" w:rsidR="002B7933" w:rsidRPr="002D1F82" w:rsidRDefault="00D45B59" w:rsidP="002D1F82">
    <w:pPr>
      <w:pStyle w:val="Kopfzeile"/>
      <w:rPr>
        <w:sz w:val="15"/>
        <w:szCs w:val="15"/>
      </w:rPr>
    </w:pPr>
    <w:r>
      <w:rPr>
        <w:noProof/>
        <w:lang w:eastAsia="de-DE"/>
      </w:rPr>
      <w:drawing>
        <wp:anchor distT="0" distB="0" distL="114300" distR="114300" simplePos="0" relativeHeight="251658248" behindDoc="1" locked="1" layoutInCell="1" allowOverlap="1" wp14:anchorId="12F9F03B" wp14:editId="3FC9542F">
          <wp:simplePos x="0" y="0"/>
          <wp:positionH relativeFrom="page">
            <wp:posOffset>5686425</wp:posOffset>
          </wp:positionH>
          <wp:positionV relativeFrom="page">
            <wp:posOffset>790575</wp:posOffset>
          </wp:positionV>
          <wp:extent cx="1147445" cy="300355"/>
          <wp:effectExtent l="0" t="0" r="0" b="4445"/>
          <wp:wrapNone/>
          <wp:docPr id="16"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7445" cy="30035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213">
      <w:rPr>
        <w:noProof/>
        <w:lang w:eastAsia="de-DE"/>
      </w:rPr>
      <mc:AlternateContent>
        <mc:Choice Requires="wpg">
          <w:drawing>
            <wp:anchor distT="0" distB="0" distL="114300" distR="114300" simplePos="0" relativeHeight="251658243" behindDoc="0" locked="1" layoutInCell="1" allowOverlap="1" wp14:anchorId="24815C11" wp14:editId="11B5BE3D">
              <wp:simplePos x="0" y="0"/>
              <wp:positionH relativeFrom="page">
                <wp:posOffset>356235</wp:posOffset>
              </wp:positionH>
              <wp:positionV relativeFrom="page">
                <wp:posOffset>3780790</wp:posOffset>
              </wp:positionV>
              <wp:extent cx="122555" cy="1566545"/>
              <wp:effectExtent l="13335" t="8890" r="6985" b="5715"/>
              <wp:wrapNone/>
              <wp:docPr id="5" name="Gruppieren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 cy="1566545"/>
                        <a:chOff x="0" y="0"/>
                        <a:chExt cx="1224" cy="15664"/>
                      </a:xfrm>
                    </wpg:grpSpPr>
                    <wps:wsp>
                      <wps:cNvPr id="6" name="Gerade Verbindung 8"/>
                      <wps:cNvCnPr/>
                      <wps:spPr bwMode="auto">
                        <a:xfrm>
                          <a:off x="0" y="0"/>
                          <a:ext cx="1224" cy="0"/>
                        </a:xfrm>
                        <a:prstGeom prst="line">
                          <a:avLst/>
                        </a:prstGeom>
                        <a:noFill/>
                        <a:ln w="6350">
                          <a:solidFill>
                            <a:srgbClr val="0096D7"/>
                          </a:solidFill>
                          <a:round/>
                          <a:headEnd/>
                          <a:tailEnd/>
                        </a:ln>
                        <a:extLst>
                          <a:ext uri="{909E8E84-426E-40DD-AFC4-6F175D3DCCD1}">
                            <a14:hiddenFill xmlns:a14="http://schemas.microsoft.com/office/drawing/2010/main">
                              <a:noFill/>
                            </a14:hiddenFill>
                          </a:ext>
                        </a:extLst>
                      </wps:spPr>
                      <wps:bodyPr/>
                    </wps:wsp>
                    <wps:wsp>
                      <wps:cNvPr id="7" name="Gerade Verbindung 9"/>
                      <wps:cNvCnPr/>
                      <wps:spPr bwMode="auto">
                        <a:xfrm>
                          <a:off x="0" y="15664"/>
                          <a:ext cx="12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DEBB55" id="Gruppieren 12" o:spid="_x0000_s1026" style="position:absolute;margin-left:28.05pt;margin-top:297.7pt;width:9.65pt;height:123.35pt;z-index:251658243;mso-position-horizontal-relative:page;mso-position-vertical-relative:page" coordsize="1224,1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">
              <v:line id="Gerade Verbindung 8" o:spid="_x0000_s1027" style="position:absolute;visibility:visible;mso-wrap-style:square" from="0,0" to="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" strokecolor="#0096d7" strokeweight=".5pt"/>
              <v:line id="Gerade Verbindung 9" o:spid="_x0000_s1028" style="position:absolute;visibility:visible;mso-wrap-style:square" from="0,15664" to="1224,1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w10:wrap anchorx="page" anchory="page"/>
              <w10:anchorlock/>
            </v:group>
          </w:pict>
        </mc:Fallback>
      </mc:AlternateContent>
    </w:r>
    <w:r w:rsidR="007260FD">
      <w:rPr>
        <w:noProof/>
        <w:color w:val="009FE3"/>
        <w:sz w:val="15"/>
        <w:szCs w:val="15"/>
        <w:lang w:eastAsia="de-DE"/>
      </w:rPr>
      <mc:AlternateContent>
        <mc:Choice Requires="wps">
          <w:drawing>
            <wp:anchor distT="0" distB="0" distL="114300" distR="114300" simplePos="0" relativeHeight="251658246" behindDoc="1" locked="1" layoutInCell="1" allowOverlap="1" wp14:anchorId="044FD745" wp14:editId="060232E2">
              <wp:simplePos x="0" y="0"/>
              <wp:positionH relativeFrom="margin">
                <wp:align>inside</wp:align>
              </wp:positionH>
              <wp:positionV relativeFrom="page">
                <wp:posOffset>1685290</wp:posOffset>
              </wp:positionV>
              <wp:extent cx="2880000" cy="374400"/>
              <wp:effectExtent l="0" t="0" r="15875" b="698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0" cy="37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25E2C" w14:textId="77777777" w:rsidR="007260FD" w:rsidRPr="002C593A" w:rsidRDefault="007260FD" w:rsidP="007260FD">
                          <w:pPr>
                            <w:pStyle w:val="BITCoverberschrift"/>
                            <w:rPr>
                              <w:rStyle w:val="BITBlau"/>
                              <w:rFonts w:ascii="TheSans C4s Bold" w:hAnsi="TheSans C4s Bold"/>
                              <w:b w:val="0"/>
                              <w:bCs/>
                              <w:color w:val="006F32"/>
                            </w:rPr>
                          </w:pPr>
                          <w:r w:rsidRPr="002C593A">
                            <w:rPr>
                              <w:rStyle w:val="BITBlau"/>
                              <w:rFonts w:ascii="TheSans C4s Bold" w:hAnsi="TheSans C4s Bold"/>
                              <w:b w:val="0"/>
                              <w:bCs/>
                              <w:color w:val="006F32"/>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FD745" id="_x0000_t202" coordsize="21600,21600" o:spt="202" path="m,l,21600r21600,l21600,xe">
              <v:stroke joinstyle="miter"/>
              <v:path gradientshapeok="t" o:connecttype="rect"/>
            </v:shapetype>
            <v:shape id="Text Box 15" o:spid="_x0000_s1027" type="#_x0000_t202" style="position:absolute;margin-left:0;margin-top:132.7pt;width:226.75pt;height:29.5pt;z-index:-251658234;visibility:visible;mso-wrap-style:square;mso-width-percent:0;mso-height-percent:0;mso-wrap-distance-left:9pt;mso-wrap-distance-top:0;mso-wrap-distance-right:9pt;mso-wrap-distance-bottom:0;mso-position-horizontal:insid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" filled="f" stroked="f">
              <v:textbox inset="0,0,0,0">
                <w:txbxContent>
                  <w:p w14:paraId="0A825E2C" w14:textId="77777777" w:rsidR="007260FD" w:rsidRPr="002C593A" w:rsidRDefault="007260FD" w:rsidP="007260FD">
                    <w:pPr>
                      <w:pStyle w:val="BITCoverberschrift"/>
                      <w:rPr>
                        <w:rStyle w:val="BITBlau"/>
                        <w:rFonts w:ascii="TheSans C4s Bold" w:hAnsi="TheSans C4s Bold"/>
                        <w:b w:val="0"/>
                        <w:bCs/>
                        <w:color w:val="006F32"/>
                      </w:rPr>
                    </w:pPr>
                    <w:r w:rsidRPr="002C593A">
                      <w:rPr>
                        <w:rStyle w:val="BITBlau"/>
                        <w:rFonts w:ascii="TheSans C4s Bold" w:hAnsi="TheSans C4s Bold"/>
                        <w:b w:val="0"/>
                        <w:bCs/>
                        <w:color w:val="006F32"/>
                      </w:rPr>
                      <w:t>Presseinformation</w:t>
                    </w:r>
                  </w:p>
                </w:txbxContent>
              </v:textbox>
              <w10:wrap anchorx="margin" anchory="page"/>
              <w10:anchorlock/>
            </v:shape>
          </w:pict>
        </mc:Fallback>
      </mc:AlternateContent>
    </w:r>
    <w:r w:rsidR="00950213">
      <w:rPr>
        <w:noProof/>
        <w:sz w:val="15"/>
        <w:szCs w:val="15"/>
        <w:lang w:eastAsia="de-DE"/>
      </w:rPr>
      <mc:AlternateContent>
        <mc:Choice Requires="wps">
          <w:drawing>
            <wp:anchor distT="0" distB="0" distL="114300" distR="114300" simplePos="0" relativeHeight="251658241" behindDoc="1" locked="1" layoutInCell="1" allowOverlap="1" wp14:anchorId="1D66C026" wp14:editId="09E6468D">
              <wp:simplePos x="0" y="0"/>
              <wp:positionH relativeFrom="page">
                <wp:posOffset>5616575</wp:posOffset>
              </wp:positionH>
              <wp:positionV relativeFrom="page">
                <wp:posOffset>3906520</wp:posOffset>
              </wp:positionV>
              <wp:extent cx="1620000" cy="432000"/>
              <wp:effectExtent l="0" t="0" r="18415" b="6350"/>
              <wp:wrapNone/>
              <wp:docPr id="3"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43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EFEBE9" w14:textId="0480398F" w:rsidR="002B7933" w:rsidRPr="002C593A" w:rsidRDefault="00F41DF3" w:rsidP="00CB5DF8">
                          <w:pPr>
                            <w:pStyle w:val="BITStandardBold"/>
                            <w:rPr>
                              <w:rFonts w:ascii="TheSans C4s Regular" w:hAnsi="TheSans C4s Regular"/>
                            </w:rPr>
                          </w:pPr>
                          <w:r>
                            <w:rPr>
                              <w:rFonts w:ascii="TheSans C4s Regular" w:hAnsi="TheSans C4s Regular"/>
                            </w:rPr>
                            <w:t>Höxter</w:t>
                          </w:r>
                          <w:r w:rsidR="00C75C09" w:rsidRPr="002C593A">
                            <w:rPr>
                              <w:rFonts w:ascii="TheSans C4s Regular" w:hAnsi="TheSans C4s Regular"/>
                            </w:rPr>
                            <w:t xml:space="preserve">, </w:t>
                          </w:r>
                          <w:r>
                            <w:rPr>
                              <w:rFonts w:ascii="TheSans C4s Regular" w:hAnsi="TheSans C4s Regular"/>
                            </w:rPr>
                            <w:t>05.04.202</w:t>
                          </w:r>
                          <w:r w:rsidR="00241215">
                            <w:rPr>
                              <w:rFonts w:ascii="TheSans C4s Regular" w:hAnsi="TheSans C4s Regular"/>
                            </w:rPr>
                            <w:t>6</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66C026" id="Textfeld 5" o:spid="_x0000_s1028" type="#_x0000_t202" style="position:absolute;margin-left:442.25pt;margin-top:307.6pt;width:127.55pt;height:34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" filled="f" stroked="f" strokeweight=".5pt">
              <v:textbox inset="0,0,0,0">
                <w:txbxContent>
                  <w:p w14:paraId="72EFEBE9" w14:textId="0480398F" w:rsidR="002B7933" w:rsidRPr="002C593A" w:rsidRDefault="00F41DF3" w:rsidP="00CB5DF8">
                    <w:pPr>
                      <w:pStyle w:val="BITStandardBold"/>
                      <w:rPr>
                        <w:rFonts w:ascii="TheSans C4s Regular" w:hAnsi="TheSans C4s Regular"/>
                      </w:rPr>
                    </w:pPr>
                    <w:r>
                      <w:rPr>
                        <w:rFonts w:ascii="TheSans C4s Regular" w:hAnsi="TheSans C4s Regular"/>
                      </w:rPr>
                      <w:t>Höxter</w:t>
                    </w:r>
                    <w:r w:rsidR="00C75C09" w:rsidRPr="002C593A">
                      <w:rPr>
                        <w:rFonts w:ascii="TheSans C4s Regular" w:hAnsi="TheSans C4s Regular"/>
                      </w:rPr>
                      <w:t xml:space="preserve">, </w:t>
                    </w:r>
                    <w:r>
                      <w:rPr>
                        <w:rFonts w:ascii="TheSans C4s Regular" w:hAnsi="TheSans C4s Regular"/>
                      </w:rPr>
                      <w:t>05.04.202</w:t>
                    </w:r>
                    <w:r w:rsidR="00241215">
                      <w:rPr>
                        <w:rFonts w:ascii="TheSans C4s Regular" w:hAnsi="TheSans C4s Regular"/>
                      </w:rPr>
                      <w:t>6</w:t>
                    </w:r>
                  </w:p>
                </w:txbxContent>
              </v:textbox>
              <w10:wrap anchorx="page" anchory="page"/>
              <w10:anchorlock/>
            </v:shape>
          </w:pict>
        </mc:Fallback>
      </mc:AlternateContent>
    </w:r>
    <w:r w:rsidR="00950213">
      <w:rPr>
        <w:noProof/>
        <w:sz w:val="15"/>
        <w:szCs w:val="15"/>
        <w:lang w:eastAsia="de-DE"/>
      </w:rPr>
      <mc:AlternateContent>
        <mc:Choice Requires="wps">
          <w:drawing>
            <wp:anchor distT="0" distB="0" distL="114300" distR="114300" simplePos="0" relativeHeight="251658240" behindDoc="1" locked="1" layoutInCell="1" allowOverlap="1" wp14:anchorId="622D5368" wp14:editId="7FE5A1DB">
              <wp:simplePos x="0" y="0"/>
              <wp:positionH relativeFrom="page">
                <wp:posOffset>5616575</wp:posOffset>
              </wp:positionH>
              <wp:positionV relativeFrom="page">
                <wp:posOffset>4662805</wp:posOffset>
              </wp:positionV>
              <wp:extent cx="1620000" cy="4500000"/>
              <wp:effectExtent l="0" t="0" r="18415" b="15240"/>
              <wp:wrapNone/>
              <wp:docPr id="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450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C8617B3" w14:textId="5FD67EB0" w:rsidR="003F2A80" w:rsidRPr="002C593A" w:rsidRDefault="00CC768F" w:rsidP="003F2A80">
                          <w:pPr>
                            <w:pStyle w:val="BITAbsenderBold"/>
                            <w:rPr>
                              <w:rStyle w:val="BITBlau"/>
                              <w:rFonts w:ascii="TheSans C4s Regular" w:hAnsi="TheSans C4s Regular"/>
                              <w:color w:val="006F32"/>
                            </w:rPr>
                          </w:pPr>
                          <w:r>
                            <w:rPr>
                              <w:rStyle w:val="BITBlau"/>
                              <w:rFonts w:ascii="TheSans C4s Regular" w:hAnsi="TheSans C4s Regular"/>
                              <w:color w:val="006F32"/>
                            </w:rPr>
                            <w:t>Digital gemeinsam erleben e. V.</w:t>
                          </w:r>
                        </w:p>
                        <w:p w14:paraId="4F4805EB" w14:textId="77777777" w:rsidR="00CC3198" w:rsidRPr="002C593A" w:rsidRDefault="00CC3198" w:rsidP="003F2A80">
                          <w:pPr>
                            <w:pStyle w:val="BITAbsenderBold"/>
                            <w:rPr>
                              <w:rStyle w:val="BITBlau"/>
                              <w:rFonts w:ascii="TheSans C4s Regular" w:hAnsi="TheSans C4s Regular"/>
                              <w:color w:val="auto"/>
                            </w:rPr>
                          </w:pPr>
                        </w:p>
                        <w:p w14:paraId="1917E4AF" w14:textId="77777777" w:rsidR="003F2A80" w:rsidRPr="002C593A" w:rsidRDefault="003F2A80" w:rsidP="003F2A80">
                          <w:pPr>
                            <w:pStyle w:val="BITAbsenderBold"/>
                            <w:rPr>
                              <w:rStyle w:val="BITBlau"/>
                              <w:rFonts w:ascii="TheSans C4s Regular" w:hAnsi="TheSans C4s Regular"/>
                              <w:color w:val="auto"/>
                            </w:rPr>
                          </w:pPr>
                          <w:r w:rsidRPr="002C593A">
                            <w:rPr>
                              <w:rStyle w:val="BITBlau"/>
                              <w:rFonts w:ascii="TheSans C4s Regular" w:hAnsi="TheSans C4s Regular"/>
                              <w:color w:val="auto"/>
                            </w:rPr>
                            <w:t>Ansprechpartner</w:t>
                          </w:r>
                        </w:p>
                        <w:p w14:paraId="44ACDF05" w14:textId="77777777" w:rsidR="003F2A80" w:rsidRPr="002C593A" w:rsidRDefault="003F2A80" w:rsidP="003F2A80">
                          <w:pPr>
                            <w:pStyle w:val="BITAbsenderBold"/>
                            <w:rPr>
                              <w:rStyle w:val="BITBlau"/>
                              <w:rFonts w:ascii="TheSans C4s Regular" w:hAnsi="TheSans C4s Regular"/>
                              <w:color w:val="auto"/>
                            </w:rPr>
                          </w:pPr>
                        </w:p>
                        <w:p w14:paraId="36F4ADAA" w14:textId="0398C6B5" w:rsidR="003F2A80" w:rsidRPr="002C593A" w:rsidRDefault="00CC768F" w:rsidP="003F2A80">
                          <w:pPr>
                            <w:pStyle w:val="BITAbsenderBold"/>
                            <w:rPr>
                              <w:rStyle w:val="BITBlau"/>
                              <w:rFonts w:ascii="TheSans C4s Regular" w:hAnsi="TheSans C4s Regular"/>
                              <w:color w:val="006F32"/>
                            </w:rPr>
                          </w:pPr>
                          <w:r>
                            <w:rPr>
                              <w:rStyle w:val="BITBlau"/>
                              <w:rFonts w:ascii="TheSans C4s Regular" w:hAnsi="TheSans C4s Regular"/>
                              <w:color w:val="006F32"/>
                            </w:rPr>
                            <w:t>Martina Musterfrau</w:t>
                          </w:r>
                        </w:p>
                        <w:p w14:paraId="63B72D58" w14:textId="704759F6" w:rsidR="003F2A80" w:rsidRPr="002C593A" w:rsidRDefault="00CC768F" w:rsidP="003F2A80">
                          <w:pPr>
                            <w:pStyle w:val="BITAbsenderBold"/>
                            <w:rPr>
                              <w:rStyle w:val="BITBlau"/>
                              <w:rFonts w:ascii="TheSans C4s Regular" w:hAnsi="TheSans C4s Regular"/>
                              <w:color w:val="auto"/>
                            </w:rPr>
                          </w:pPr>
                          <w:r>
                            <w:rPr>
                              <w:rStyle w:val="BITBlau"/>
                              <w:rFonts w:ascii="TheSans C4s Regular" w:hAnsi="TheSans C4s Regular"/>
                              <w:color w:val="auto"/>
                            </w:rPr>
                            <w:t>Projektleitung „Digitale Ka</w:t>
                          </w:r>
                          <w:r w:rsidR="002F6867">
                            <w:rPr>
                              <w:rStyle w:val="BITBlau"/>
                              <w:rFonts w:ascii="TheSans C4s Regular" w:hAnsi="TheSans C4s Regular"/>
                              <w:color w:val="auto"/>
                            </w:rPr>
                            <w:t>ffe</w:t>
                          </w:r>
                          <w:r w:rsidR="00F71AC4">
                            <w:rPr>
                              <w:rStyle w:val="BITBlau"/>
                              <w:rFonts w:ascii="TheSans C4s Regular" w:hAnsi="TheSans C4s Regular"/>
                              <w:color w:val="auto"/>
                            </w:rPr>
                            <w:t>e</w:t>
                          </w:r>
                          <w:r w:rsidR="002F6867">
                            <w:rPr>
                              <w:rStyle w:val="BITBlau"/>
                              <w:rFonts w:ascii="TheSans C4s Regular" w:hAnsi="TheSans C4s Regular"/>
                              <w:color w:val="auto"/>
                            </w:rPr>
                            <w:t>stunde“</w:t>
                          </w:r>
                        </w:p>
                        <w:p w14:paraId="055379F7" w14:textId="23CF23F2" w:rsidR="003F2A80" w:rsidRPr="002C593A" w:rsidRDefault="00266C6C" w:rsidP="003F2A80">
                          <w:pPr>
                            <w:pStyle w:val="BITAbsender"/>
                            <w:rPr>
                              <w:rFonts w:ascii="TheSans C4s Regular" w:hAnsi="TheSans C4s Regular"/>
                            </w:rPr>
                          </w:pPr>
                          <w:r w:rsidRPr="002C593A">
                            <w:rPr>
                              <w:rFonts w:ascii="TheSans C4s Regular" w:hAnsi="TheSans C4s Regular"/>
                            </w:rPr>
                            <w:t>Telefon</w:t>
                          </w:r>
                          <w:r w:rsidR="002F6867">
                            <w:rPr>
                              <w:rFonts w:ascii="TheSans C4s Regular" w:hAnsi="TheSans C4s Regular"/>
                            </w:rPr>
                            <w:t>: 012345678</w:t>
                          </w:r>
                        </w:p>
                        <w:p w14:paraId="6E7AA8E8" w14:textId="7FEE4831" w:rsidR="003F2A80" w:rsidRPr="002F6867" w:rsidRDefault="002F6867" w:rsidP="003F2A80">
                          <w:pPr>
                            <w:pStyle w:val="BITAbsender"/>
                            <w:rPr>
                              <w:rStyle w:val="BITBlau"/>
                              <w:b/>
                              <w:color w:val="006F32"/>
                              <w:u w:val="single"/>
                            </w:rPr>
                          </w:pPr>
                          <w:r>
                            <w:rPr>
                              <w:rFonts w:ascii="TheSans C4s Regular" w:hAnsi="TheSans C4s Regular"/>
                            </w:rPr>
                            <w:t xml:space="preserve">E-Mail: </w:t>
                          </w:r>
                          <w:hyperlink r:id="rId2" w:history="1">
                            <w:r w:rsidRPr="002F6867">
                              <w:rPr>
                                <w:rStyle w:val="BITBlau"/>
                                <w:b/>
                                <w:color w:val="006F32"/>
                                <w:u w:val="single"/>
                              </w:rPr>
                              <w:t>m.musterfrau@digitalgemeinsam.de</w:t>
                            </w:r>
                          </w:hyperlink>
                          <w:r w:rsidRPr="002F6867">
                            <w:rPr>
                              <w:rStyle w:val="BITBlau"/>
                              <w:b/>
                              <w:color w:val="006F32"/>
                              <w:u w:val="single"/>
                            </w:rPr>
                            <w:t xml:space="preserv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2D5368" id="Textfeld 4" o:spid="_x0000_s1029" type="#_x0000_t202" style="position:absolute;margin-left:442.25pt;margin-top:367.15pt;width:127.55pt;height:35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" filled="f" stroked="f" strokeweight=".5pt">
              <v:textbox inset="0,0,0,0">
                <w:txbxContent>
                  <w:p w14:paraId="4C8617B3" w14:textId="5FD67EB0" w:rsidR="003F2A80" w:rsidRPr="002C593A" w:rsidRDefault="00CC768F" w:rsidP="003F2A80">
                    <w:pPr>
                      <w:pStyle w:val="BITAbsenderBold"/>
                      <w:rPr>
                        <w:rStyle w:val="BITBlau"/>
                        <w:rFonts w:ascii="TheSans C4s Regular" w:hAnsi="TheSans C4s Regular"/>
                        <w:color w:val="006F32"/>
                      </w:rPr>
                    </w:pPr>
                    <w:r>
                      <w:rPr>
                        <w:rStyle w:val="BITBlau"/>
                        <w:rFonts w:ascii="TheSans C4s Regular" w:hAnsi="TheSans C4s Regular"/>
                        <w:color w:val="006F32"/>
                      </w:rPr>
                      <w:t>Digital gemeinsam erleben e. V.</w:t>
                    </w:r>
                  </w:p>
                  <w:p w14:paraId="4F4805EB" w14:textId="77777777" w:rsidR="00CC3198" w:rsidRPr="002C593A" w:rsidRDefault="00CC3198" w:rsidP="003F2A80">
                    <w:pPr>
                      <w:pStyle w:val="BITAbsenderBold"/>
                      <w:rPr>
                        <w:rStyle w:val="BITBlau"/>
                        <w:rFonts w:ascii="TheSans C4s Regular" w:hAnsi="TheSans C4s Regular"/>
                        <w:color w:val="auto"/>
                      </w:rPr>
                    </w:pPr>
                  </w:p>
                  <w:p w14:paraId="1917E4AF" w14:textId="77777777" w:rsidR="003F2A80" w:rsidRPr="002C593A" w:rsidRDefault="003F2A80" w:rsidP="003F2A80">
                    <w:pPr>
                      <w:pStyle w:val="BITAbsenderBold"/>
                      <w:rPr>
                        <w:rStyle w:val="BITBlau"/>
                        <w:rFonts w:ascii="TheSans C4s Regular" w:hAnsi="TheSans C4s Regular"/>
                        <w:color w:val="auto"/>
                      </w:rPr>
                    </w:pPr>
                    <w:r w:rsidRPr="002C593A">
                      <w:rPr>
                        <w:rStyle w:val="BITBlau"/>
                        <w:rFonts w:ascii="TheSans C4s Regular" w:hAnsi="TheSans C4s Regular"/>
                        <w:color w:val="auto"/>
                      </w:rPr>
                      <w:t>Ansprechpartner</w:t>
                    </w:r>
                  </w:p>
                  <w:p w14:paraId="44ACDF05" w14:textId="77777777" w:rsidR="003F2A80" w:rsidRPr="002C593A" w:rsidRDefault="003F2A80" w:rsidP="003F2A80">
                    <w:pPr>
                      <w:pStyle w:val="BITAbsenderBold"/>
                      <w:rPr>
                        <w:rStyle w:val="BITBlau"/>
                        <w:rFonts w:ascii="TheSans C4s Regular" w:hAnsi="TheSans C4s Regular"/>
                        <w:color w:val="auto"/>
                      </w:rPr>
                    </w:pPr>
                  </w:p>
                  <w:p w14:paraId="36F4ADAA" w14:textId="0398C6B5" w:rsidR="003F2A80" w:rsidRPr="002C593A" w:rsidRDefault="00CC768F" w:rsidP="003F2A80">
                    <w:pPr>
                      <w:pStyle w:val="BITAbsenderBold"/>
                      <w:rPr>
                        <w:rStyle w:val="BITBlau"/>
                        <w:rFonts w:ascii="TheSans C4s Regular" w:hAnsi="TheSans C4s Regular"/>
                        <w:color w:val="006F32"/>
                      </w:rPr>
                    </w:pPr>
                    <w:r>
                      <w:rPr>
                        <w:rStyle w:val="BITBlau"/>
                        <w:rFonts w:ascii="TheSans C4s Regular" w:hAnsi="TheSans C4s Regular"/>
                        <w:color w:val="006F32"/>
                      </w:rPr>
                      <w:t>Martina Musterfrau</w:t>
                    </w:r>
                  </w:p>
                  <w:p w14:paraId="63B72D58" w14:textId="704759F6" w:rsidR="003F2A80" w:rsidRPr="002C593A" w:rsidRDefault="00CC768F" w:rsidP="003F2A80">
                    <w:pPr>
                      <w:pStyle w:val="BITAbsenderBold"/>
                      <w:rPr>
                        <w:rStyle w:val="BITBlau"/>
                        <w:rFonts w:ascii="TheSans C4s Regular" w:hAnsi="TheSans C4s Regular"/>
                        <w:color w:val="auto"/>
                      </w:rPr>
                    </w:pPr>
                    <w:r>
                      <w:rPr>
                        <w:rStyle w:val="BITBlau"/>
                        <w:rFonts w:ascii="TheSans C4s Regular" w:hAnsi="TheSans C4s Regular"/>
                        <w:color w:val="auto"/>
                      </w:rPr>
                      <w:t>Projektleitung „Digitale Ka</w:t>
                    </w:r>
                    <w:r w:rsidR="002F6867">
                      <w:rPr>
                        <w:rStyle w:val="BITBlau"/>
                        <w:rFonts w:ascii="TheSans C4s Regular" w:hAnsi="TheSans C4s Regular"/>
                        <w:color w:val="auto"/>
                      </w:rPr>
                      <w:t>ffe</w:t>
                    </w:r>
                    <w:r w:rsidR="00F71AC4">
                      <w:rPr>
                        <w:rStyle w:val="BITBlau"/>
                        <w:rFonts w:ascii="TheSans C4s Regular" w:hAnsi="TheSans C4s Regular"/>
                        <w:color w:val="auto"/>
                      </w:rPr>
                      <w:t>e</w:t>
                    </w:r>
                    <w:r w:rsidR="002F6867">
                      <w:rPr>
                        <w:rStyle w:val="BITBlau"/>
                        <w:rFonts w:ascii="TheSans C4s Regular" w:hAnsi="TheSans C4s Regular"/>
                        <w:color w:val="auto"/>
                      </w:rPr>
                      <w:t>stunde“</w:t>
                    </w:r>
                  </w:p>
                  <w:p w14:paraId="055379F7" w14:textId="23CF23F2" w:rsidR="003F2A80" w:rsidRPr="002C593A" w:rsidRDefault="00266C6C" w:rsidP="003F2A80">
                    <w:pPr>
                      <w:pStyle w:val="BITAbsender"/>
                      <w:rPr>
                        <w:rFonts w:ascii="TheSans C4s Regular" w:hAnsi="TheSans C4s Regular"/>
                      </w:rPr>
                    </w:pPr>
                    <w:r w:rsidRPr="002C593A">
                      <w:rPr>
                        <w:rFonts w:ascii="TheSans C4s Regular" w:hAnsi="TheSans C4s Regular"/>
                      </w:rPr>
                      <w:t>Telefon</w:t>
                    </w:r>
                    <w:r w:rsidR="002F6867">
                      <w:rPr>
                        <w:rFonts w:ascii="TheSans C4s Regular" w:hAnsi="TheSans C4s Regular"/>
                      </w:rPr>
                      <w:t>: 012345678</w:t>
                    </w:r>
                  </w:p>
                  <w:p w14:paraId="6E7AA8E8" w14:textId="7FEE4831" w:rsidR="003F2A80" w:rsidRPr="002F6867" w:rsidRDefault="002F6867" w:rsidP="003F2A80">
                    <w:pPr>
                      <w:pStyle w:val="BITAbsender"/>
                      <w:rPr>
                        <w:rStyle w:val="BITBlau"/>
                        <w:b/>
                        <w:color w:val="006F32"/>
                        <w:u w:val="single"/>
                      </w:rPr>
                    </w:pPr>
                    <w:r>
                      <w:rPr>
                        <w:rFonts w:ascii="TheSans C4s Regular" w:hAnsi="TheSans C4s Regular"/>
                      </w:rPr>
                      <w:t xml:space="preserve">E-Mail: </w:t>
                    </w:r>
                    <w:hyperlink r:id="rId3" w:history="1">
                      <w:r w:rsidRPr="002F6867">
                        <w:rPr>
                          <w:rStyle w:val="BITBlau"/>
                          <w:b/>
                          <w:color w:val="006F32"/>
                          <w:u w:val="single"/>
                        </w:rPr>
                        <w:t>m.musterfrau@digitalgemeinsam.de</w:t>
                      </w:r>
                    </w:hyperlink>
                    <w:r w:rsidRPr="002F6867">
                      <w:rPr>
                        <w:rStyle w:val="BITBlau"/>
                        <w:b/>
                        <w:color w:val="006F32"/>
                        <w:u w:val="single"/>
                      </w:rPr>
                      <w:t xml:space="preserve"> </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303F9"/>
    <w:multiLevelType w:val="multilevel"/>
    <w:tmpl w:val="31166BB2"/>
    <w:lvl w:ilvl="0">
      <w:start w:val="1"/>
      <w:numFmt w:val="bullet"/>
      <w:lvlText w:val=""/>
      <w:lvlJc w:val="left"/>
      <w:pPr>
        <w:ind w:left="181" w:hanging="181"/>
      </w:pPr>
      <w:rPr>
        <w:rFonts w:ascii="Wingdings" w:hAnsi="Wingdings" w:hint="default"/>
        <w:color w:val="009FE3"/>
      </w:rPr>
    </w:lvl>
    <w:lvl w:ilvl="1">
      <w:start w:val="1"/>
      <w:numFmt w:val="bullet"/>
      <w:lvlText w:val=""/>
      <w:lvlJc w:val="left"/>
      <w:pPr>
        <w:ind w:left="544" w:hanging="181"/>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842777B"/>
    <w:multiLevelType w:val="multilevel"/>
    <w:tmpl w:val="5662618A"/>
    <w:lvl w:ilvl="0">
      <w:start w:val="1"/>
      <w:numFmt w:val="decimal"/>
      <w:pStyle w:val="BITNummerierung"/>
      <w:lvlText w:val="%1."/>
      <w:lvlJc w:val="left"/>
      <w:pPr>
        <w:ind w:left="181" w:hanging="181"/>
      </w:pPr>
      <w:rPr>
        <w:rFonts w:hint="default"/>
        <w:color w:val="009FE3"/>
      </w:rPr>
    </w:lvl>
    <w:lvl w:ilvl="1">
      <w:start w:val="1"/>
      <w:numFmt w:val="bullet"/>
      <w:lvlText w:val=""/>
      <w:lvlJc w:val="left"/>
      <w:pPr>
        <w:ind w:left="544" w:hanging="181"/>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3F03951"/>
    <w:multiLevelType w:val="multilevel"/>
    <w:tmpl w:val="2E249C1C"/>
    <w:lvl w:ilvl="0">
      <w:start w:val="1"/>
      <w:numFmt w:val="bullet"/>
      <w:pStyle w:val="BITAufzhlung"/>
      <w:lvlText w:val=""/>
      <w:lvlJc w:val="left"/>
      <w:pPr>
        <w:ind w:left="181" w:hanging="181"/>
      </w:pPr>
      <w:rPr>
        <w:rFonts w:ascii="Wingdings" w:hAnsi="Wingdings" w:hint="default"/>
        <w:color w:val="287300"/>
      </w:rPr>
    </w:lvl>
    <w:lvl w:ilvl="1">
      <w:start w:val="1"/>
      <w:numFmt w:val="bullet"/>
      <w:lvlText w:val=""/>
      <w:lvlJc w:val="left"/>
      <w:pPr>
        <w:ind w:left="363" w:hanging="182"/>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3FBB1A4F"/>
    <w:multiLevelType w:val="hybridMultilevel"/>
    <w:tmpl w:val="5A4A4180"/>
    <w:lvl w:ilvl="0" w:tplc="28E2D20A">
      <w:start w:val="1"/>
      <w:numFmt w:val="bullet"/>
      <w:lvlText w:val="-"/>
      <w:lvlJc w:val="left"/>
      <w:pPr>
        <w:ind w:left="720" w:hanging="360"/>
      </w:pPr>
      <w:rPr>
        <w:rFonts w:ascii="TheSansOffice" w:eastAsia="TheSansOffice" w:hAnsi="TheSans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823834">
    <w:abstractNumId w:val="2"/>
  </w:num>
  <w:num w:numId="2" w16cid:durableId="15557703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1946151">
    <w:abstractNumId w:val="1"/>
  </w:num>
  <w:num w:numId="4" w16cid:durableId="570626555">
    <w:abstractNumId w:val="0"/>
  </w:num>
  <w:num w:numId="5" w16cid:durableId="838617101">
    <w:abstractNumId w:val="3"/>
  </w:num>
  <w:num w:numId="6" w16cid:durableId="605120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183B"/>
    <w:rsid w:val="00000E97"/>
    <w:rsid w:val="00001ED2"/>
    <w:rsid w:val="00002169"/>
    <w:rsid w:val="00002EC9"/>
    <w:rsid w:val="0000370A"/>
    <w:rsid w:val="00003909"/>
    <w:rsid w:val="0000760C"/>
    <w:rsid w:val="00010245"/>
    <w:rsid w:val="00014FF4"/>
    <w:rsid w:val="000161D6"/>
    <w:rsid w:val="00016BD5"/>
    <w:rsid w:val="0002201B"/>
    <w:rsid w:val="000220DD"/>
    <w:rsid w:val="00023D82"/>
    <w:rsid w:val="00025E5E"/>
    <w:rsid w:val="00025F57"/>
    <w:rsid w:val="00032C73"/>
    <w:rsid w:val="000346B3"/>
    <w:rsid w:val="000376AF"/>
    <w:rsid w:val="00040E10"/>
    <w:rsid w:val="00040F7B"/>
    <w:rsid w:val="00042437"/>
    <w:rsid w:val="000436EC"/>
    <w:rsid w:val="00046C0C"/>
    <w:rsid w:val="00056B0D"/>
    <w:rsid w:val="00056B1D"/>
    <w:rsid w:val="000603E7"/>
    <w:rsid w:val="000605CB"/>
    <w:rsid w:val="00061EC9"/>
    <w:rsid w:val="00064034"/>
    <w:rsid w:val="00067258"/>
    <w:rsid w:val="00071737"/>
    <w:rsid w:val="0007269A"/>
    <w:rsid w:val="00072C4B"/>
    <w:rsid w:val="00076705"/>
    <w:rsid w:val="00076A8B"/>
    <w:rsid w:val="0008451D"/>
    <w:rsid w:val="00084EA2"/>
    <w:rsid w:val="00085178"/>
    <w:rsid w:val="00086718"/>
    <w:rsid w:val="00086D0E"/>
    <w:rsid w:val="0009559F"/>
    <w:rsid w:val="00097AB2"/>
    <w:rsid w:val="000A0B02"/>
    <w:rsid w:val="000A3499"/>
    <w:rsid w:val="000A599D"/>
    <w:rsid w:val="000B0219"/>
    <w:rsid w:val="000B032C"/>
    <w:rsid w:val="000B2FEB"/>
    <w:rsid w:val="000C0C21"/>
    <w:rsid w:val="000C35A5"/>
    <w:rsid w:val="000C56A4"/>
    <w:rsid w:val="000C6C11"/>
    <w:rsid w:val="000C6E03"/>
    <w:rsid w:val="000D2D16"/>
    <w:rsid w:val="000D6C18"/>
    <w:rsid w:val="000D70F8"/>
    <w:rsid w:val="000D7186"/>
    <w:rsid w:val="000E1B47"/>
    <w:rsid w:val="000E1DC9"/>
    <w:rsid w:val="000E2C6C"/>
    <w:rsid w:val="000E3164"/>
    <w:rsid w:val="000E4361"/>
    <w:rsid w:val="000E7120"/>
    <w:rsid w:val="000F079D"/>
    <w:rsid w:val="000F138C"/>
    <w:rsid w:val="000F194F"/>
    <w:rsid w:val="000F3A4B"/>
    <w:rsid w:val="000F480A"/>
    <w:rsid w:val="000F5600"/>
    <w:rsid w:val="00100A6B"/>
    <w:rsid w:val="001017DA"/>
    <w:rsid w:val="00101F77"/>
    <w:rsid w:val="00102F85"/>
    <w:rsid w:val="00105BBC"/>
    <w:rsid w:val="00106982"/>
    <w:rsid w:val="00107490"/>
    <w:rsid w:val="001103DE"/>
    <w:rsid w:val="00111288"/>
    <w:rsid w:val="0011595A"/>
    <w:rsid w:val="00116A59"/>
    <w:rsid w:val="00121B25"/>
    <w:rsid w:val="00123E98"/>
    <w:rsid w:val="001262FC"/>
    <w:rsid w:val="001268EF"/>
    <w:rsid w:val="0012694A"/>
    <w:rsid w:val="001277EA"/>
    <w:rsid w:val="0012783B"/>
    <w:rsid w:val="0013037C"/>
    <w:rsid w:val="001313C0"/>
    <w:rsid w:val="001363E9"/>
    <w:rsid w:val="001401D9"/>
    <w:rsid w:val="0014333C"/>
    <w:rsid w:val="001534BD"/>
    <w:rsid w:val="00153F4E"/>
    <w:rsid w:val="001545CA"/>
    <w:rsid w:val="001549DC"/>
    <w:rsid w:val="00155141"/>
    <w:rsid w:val="00165682"/>
    <w:rsid w:val="00167150"/>
    <w:rsid w:val="00171258"/>
    <w:rsid w:val="00171545"/>
    <w:rsid w:val="001729A7"/>
    <w:rsid w:val="00172FD7"/>
    <w:rsid w:val="0017447C"/>
    <w:rsid w:val="001842D3"/>
    <w:rsid w:val="0018513E"/>
    <w:rsid w:val="00187892"/>
    <w:rsid w:val="00187EB4"/>
    <w:rsid w:val="00190268"/>
    <w:rsid w:val="00191014"/>
    <w:rsid w:val="00191379"/>
    <w:rsid w:val="00191499"/>
    <w:rsid w:val="00191B46"/>
    <w:rsid w:val="001924D8"/>
    <w:rsid w:val="001A2861"/>
    <w:rsid w:val="001A2CB7"/>
    <w:rsid w:val="001A4688"/>
    <w:rsid w:val="001A6250"/>
    <w:rsid w:val="001A72BC"/>
    <w:rsid w:val="001B2C19"/>
    <w:rsid w:val="001B3286"/>
    <w:rsid w:val="001B3655"/>
    <w:rsid w:val="001B4420"/>
    <w:rsid w:val="001C008E"/>
    <w:rsid w:val="001C326D"/>
    <w:rsid w:val="001C3AB7"/>
    <w:rsid w:val="001C560C"/>
    <w:rsid w:val="001C5F0B"/>
    <w:rsid w:val="001C689D"/>
    <w:rsid w:val="001C69AE"/>
    <w:rsid w:val="001C7424"/>
    <w:rsid w:val="001D1952"/>
    <w:rsid w:val="001D6E6C"/>
    <w:rsid w:val="001E05B1"/>
    <w:rsid w:val="001E0790"/>
    <w:rsid w:val="001E260B"/>
    <w:rsid w:val="001E2F40"/>
    <w:rsid w:val="001E51B1"/>
    <w:rsid w:val="001E65E9"/>
    <w:rsid w:val="001E7403"/>
    <w:rsid w:val="001E75CD"/>
    <w:rsid w:val="001F2AC0"/>
    <w:rsid w:val="001F2ADF"/>
    <w:rsid w:val="001F33CE"/>
    <w:rsid w:val="001F4FB5"/>
    <w:rsid w:val="002032BE"/>
    <w:rsid w:val="00205111"/>
    <w:rsid w:val="0021017C"/>
    <w:rsid w:val="002101EB"/>
    <w:rsid w:val="002209C2"/>
    <w:rsid w:val="002237DE"/>
    <w:rsid w:val="00226DF1"/>
    <w:rsid w:val="00230F8C"/>
    <w:rsid w:val="00231586"/>
    <w:rsid w:val="00231ED3"/>
    <w:rsid w:val="002337FE"/>
    <w:rsid w:val="00233B36"/>
    <w:rsid w:val="0023433D"/>
    <w:rsid w:val="0023505B"/>
    <w:rsid w:val="002363EE"/>
    <w:rsid w:val="00241215"/>
    <w:rsid w:val="002445B8"/>
    <w:rsid w:val="00245EC5"/>
    <w:rsid w:val="00245F85"/>
    <w:rsid w:val="00247D5C"/>
    <w:rsid w:val="00250093"/>
    <w:rsid w:val="002506FA"/>
    <w:rsid w:val="00251BD9"/>
    <w:rsid w:val="0025268B"/>
    <w:rsid w:val="00252DFC"/>
    <w:rsid w:val="00253C5C"/>
    <w:rsid w:val="00254115"/>
    <w:rsid w:val="00254511"/>
    <w:rsid w:val="00255582"/>
    <w:rsid w:val="00256381"/>
    <w:rsid w:val="00257543"/>
    <w:rsid w:val="0025780E"/>
    <w:rsid w:val="00257F33"/>
    <w:rsid w:val="0026097B"/>
    <w:rsid w:val="00263063"/>
    <w:rsid w:val="00263DDA"/>
    <w:rsid w:val="002657CB"/>
    <w:rsid w:val="00266C6C"/>
    <w:rsid w:val="00276CBC"/>
    <w:rsid w:val="00277E2C"/>
    <w:rsid w:val="00277F36"/>
    <w:rsid w:val="002825A5"/>
    <w:rsid w:val="00282699"/>
    <w:rsid w:val="00282D13"/>
    <w:rsid w:val="00283289"/>
    <w:rsid w:val="00290D18"/>
    <w:rsid w:val="002925A9"/>
    <w:rsid w:val="0029264D"/>
    <w:rsid w:val="00293B05"/>
    <w:rsid w:val="00295539"/>
    <w:rsid w:val="0029576C"/>
    <w:rsid w:val="00296D05"/>
    <w:rsid w:val="002A3205"/>
    <w:rsid w:val="002A34BE"/>
    <w:rsid w:val="002B1B1E"/>
    <w:rsid w:val="002B1DB9"/>
    <w:rsid w:val="002B322F"/>
    <w:rsid w:val="002B5150"/>
    <w:rsid w:val="002B7933"/>
    <w:rsid w:val="002C01B3"/>
    <w:rsid w:val="002C0320"/>
    <w:rsid w:val="002C4C6D"/>
    <w:rsid w:val="002C593A"/>
    <w:rsid w:val="002C7E34"/>
    <w:rsid w:val="002D0CC5"/>
    <w:rsid w:val="002D1BD3"/>
    <w:rsid w:val="002D1F82"/>
    <w:rsid w:val="002D206B"/>
    <w:rsid w:val="002D3E94"/>
    <w:rsid w:val="002D6C4C"/>
    <w:rsid w:val="002E060B"/>
    <w:rsid w:val="002E134D"/>
    <w:rsid w:val="002E1B25"/>
    <w:rsid w:val="002E3A2D"/>
    <w:rsid w:val="002E4AFD"/>
    <w:rsid w:val="002E5079"/>
    <w:rsid w:val="002E7FB0"/>
    <w:rsid w:val="002F04B6"/>
    <w:rsid w:val="002F1FF4"/>
    <w:rsid w:val="002F205F"/>
    <w:rsid w:val="002F2D63"/>
    <w:rsid w:val="002F3425"/>
    <w:rsid w:val="002F5398"/>
    <w:rsid w:val="002F597F"/>
    <w:rsid w:val="002F5BBE"/>
    <w:rsid w:val="002F6867"/>
    <w:rsid w:val="002F7409"/>
    <w:rsid w:val="002F7E37"/>
    <w:rsid w:val="00300FB2"/>
    <w:rsid w:val="00302248"/>
    <w:rsid w:val="0030512F"/>
    <w:rsid w:val="0030728D"/>
    <w:rsid w:val="00307F6F"/>
    <w:rsid w:val="00312BC5"/>
    <w:rsid w:val="00316DC1"/>
    <w:rsid w:val="00321401"/>
    <w:rsid w:val="00325114"/>
    <w:rsid w:val="00325205"/>
    <w:rsid w:val="003276E7"/>
    <w:rsid w:val="00330353"/>
    <w:rsid w:val="003338BF"/>
    <w:rsid w:val="00334813"/>
    <w:rsid w:val="003360DE"/>
    <w:rsid w:val="00336666"/>
    <w:rsid w:val="00337099"/>
    <w:rsid w:val="003417BE"/>
    <w:rsid w:val="00342D0E"/>
    <w:rsid w:val="00345FE1"/>
    <w:rsid w:val="003464B3"/>
    <w:rsid w:val="00346EE7"/>
    <w:rsid w:val="003474F4"/>
    <w:rsid w:val="003476B3"/>
    <w:rsid w:val="003500B3"/>
    <w:rsid w:val="0035054B"/>
    <w:rsid w:val="003510B6"/>
    <w:rsid w:val="003541D2"/>
    <w:rsid w:val="0035733B"/>
    <w:rsid w:val="003608B1"/>
    <w:rsid w:val="003609A1"/>
    <w:rsid w:val="00360A32"/>
    <w:rsid w:val="00362A54"/>
    <w:rsid w:val="0036326C"/>
    <w:rsid w:val="003647DB"/>
    <w:rsid w:val="003700B7"/>
    <w:rsid w:val="00370686"/>
    <w:rsid w:val="00371839"/>
    <w:rsid w:val="00374D7D"/>
    <w:rsid w:val="00375308"/>
    <w:rsid w:val="0037640C"/>
    <w:rsid w:val="0038263F"/>
    <w:rsid w:val="00390D6B"/>
    <w:rsid w:val="00393595"/>
    <w:rsid w:val="00393DBD"/>
    <w:rsid w:val="00394517"/>
    <w:rsid w:val="00396141"/>
    <w:rsid w:val="003A0D40"/>
    <w:rsid w:val="003A54B2"/>
    <w:rsid w:val="003A64E5"/>
    <w:rsid w:val="003A6DAA"/>
    <w:rsid w:val="003A7DA7"/>
    <w:rsid w:val="003B15D4"/>
    <w:rsid w:val="003B1F50"/>
    <w:rsid w:val="003B2427"/>
    <w:rsid w:val="003B3792"/>
    <w:rsid w:val="003B38D7"/>
    <w:rsid w:val="003B765F"/>
    <w:rsid w:val="003C05C6"/>
    <w:rsid w:val="003C26F8"/>
    <w:rsid w:val="003C3EC0"/>
    <w:rsid w:val="003C5A4D"/>
    <w:rsid w:val="003C5EC3"/>
    <w:rsid w:val="003D06BA"/>
    <w:rsid w:val="003D08F6"/>
    <w:rsid w:val="003D1C69"/>
    <w:rsid w:val="003D42F5"/>
    <w:rsid w:val="003D5EFE"/>
    <w:rsid w:val="003D7DB5"/>
    <w:rsid w:val="003E03B1"/>
    <w:rsid w:val="003E0EC7"/>
    <w:rsid w:val="003E1361"/>
    <w:rsid w:val="003E1469"/>
    <w:rsid w:val="003E1A59"/>
    <w:rsid w:val="003E304B"/>
    <w:rsid w:val="003E30EF"/>
    <w:rsid w:val="003E7E7F"/>
    <w:rsid w:val="003F101B"/>
    <w:rsid w:val="003F2272"/>
    <w:rsid w:val="003F2A80"/>
    <w:rsid w:val="003F33CA"/>
    <w:rsid w:val="003F4C9D"/>
    <w:rsid w:val="00400AB2"/>
    <w:rsid w:val="00402272"/>
    <w:rsid w:val="00404A38"/>
    <w:rsid w:val="004103EE"/>
    <w:rsid w:val="00412001"/>
    <w:rsid w:val="0041270B"/>
    <w:rsid w:val="00414F99"/>
    <w:rsid w:val="00415A2F"/>
    <w:rsid w:val="00421BE6"/>
    <w:rsid w:val="00422001"/>
    <w:rsid w:val="004220FF"/>
    <w:rsid w:val="004226E0"/>
    <w:rsid w:val="00422786"/>
    <w:rsid w:val="0042328C"/>
    <w:rsid w:val="00423993"/>
    <w:rsid w:val="00425E1C"/>
    <w:rsid w:val="0042620F"/>
    <w:rsid w:val="0042667F"/>
    <w:rsid w:val="004307A4"/>
    <w:rsid w:val="00430F10"/>
    <w:rsid w:val="00431AC6"/>
    <w:rsid w:val="004324D9"/>
    <w:rsid w:val="004344FD"/>
    <w:rsid w:val="00434F13"/>
    <w:rsid w:val="00435D93"/>
    <w:rsid w:val="00443DB3"/>
    <w:rsid w:val="00444F0B"/>
    <w:rsid w:val="0044774D"/>
    <w:rsid w:val="00447792"/>
    <w:rsid w:val="00450F0C"/>
    <w:rsid w:val="00454FF1"/>
    <w:rsid w:val="004564B5"/>
    <w:rsid w:val="00456F3D"/>
    <w:rsid w:val="0045712C"/>
    <w:rsid w:val="00457408"/>
    <w:rsid w:val="00457E59"/>
    <w:rsid w:val="004605C0"/>
    <w:rsid w:val="00460FEA"/>
    <w:rsid w:val="00466605"/>
    <w:rsid w:val="004743B2"/>
    <w:rsid w:val="004753B9"/>
    <w:rsid w:val="0047594F"/>
    <w:rsid w:val="004762F6"/>
    <w:rsid w:val="004800DF"/>
    <w:rsid w:val="00481271"/>
    <w:rsid w:val="004826CA"/>
    <w:rsid w:val="00483094"/>
    <w:rsid w:val="004834BF"/>
    <w:rsid w:val="0048567F"/>
    <w:rsid w:val="00490713"/>
    <w:rsid w:val="0049209E"/>
    <w:rsid w:val="004925B9"/>
    <w:rsid w:val="004933E5"/>
    <w:rsid w:val="004939AD"/>
    <w:rsid w:val="00494D15"/>
    <w:rsid w:val="004972E9"/>
    <w:rsid w:val="00497791"/>
    <w:rsid w:val="00497B9F"/>
    <w:rsid w:val="004A164E"/>
    <w:rsid w:val="004A36F4"/>
    <w:rsid w:val="004A7C7F"/>
    <w:rsid w:val="004B1539"/>
    <w:rsid w:val="004B2D97"/>
    <w:rsid w:val="004B4EEA"/>
    <w:rsid w:val="004B7543"/>
    <w:rsid w:val="004B7578"/>
    <w:rsid w:val="004C0335"/>
    <w:rsid w:val="004C28D9"/>
    <w:rsid w:val="004C361C"/>
    <w:rsid w:val="004C52E8"/>
    <w:rsid w:val="004C5E2F"/>
    <w:rsid w:val="004C6688"/>
    <w:rsid w:val="004C7AAF"/>
    <w:rsid w:val="004D2C5B"/>
    <w:rsid w:val="004D333C"/>
    <w:rsid w:val="004D421F"/>
    <w:rsid w:val="004D60DE"/>
    <w:rsid w:val="004D796D"/>
    <w:rsid w:val="004E2283"/>
    <w:rsid w:val="004E2A87"/>
    <w:rsid w:val="004E31DB"/>
    <w:rsid w:val="004E37BA"/>
    <w:rsid w:val="004E61B8"/>
    <w:rsid w:val="004F1647"/>
    <w:rsid w:val="004F188D"/>
    <w:rsid w:val="004F3DF3"/>
    <w:rsid w:val="004F43B5"/>
    <w:rsid w:val="00501537"/>
    <w:rsid w:val="00501CF6"/>
    <w:rsid w:val="005034C7"/>
    <w:rsid w:val="005034E6"/>
    <w:rsid w:val="00505A42"/>
    <w:rsid w:val="00507185"/>
    <w:rsid w:val="0050728A"/>
    <w:rsid w:val="00507ACA"/>
    <w:rsid w:val="00511A7C"/>
    <w:rsid w:val="00511C64"/>
    <w:rsid w:val="00513338"/>
    <w:rsid w:val="00513A42"/>
    <w:rsid w:val="00517D6C"/>
    <w:rsid w:val="005218BA"/>
    <w:rsid w:val="00522EEE"/>
    <w:rsid w:val="00525013"/>
    <w:rsid w:val="00526AED"/>
    <w:rsid w:val="00527288"/>
    <w:rsid w:val="005274F3"/>
    <w:rsid w:val="0052781C"/>
    <w:rsid w:val="0053037E"/>
    <w:rsid w:val="00531A36"/>
    <w:rsid w:val="00532908"/>
    <w:rsid w:val="00535331"/>
    <w:rsid w:val="005362AC"/>
    <w:rsid w:val="0053707F"/>
    <w:rsid w:val="0053781C"/>
    <w:rsid w:val="00541CE7"/>
    <w:rsid w:val="0054292A"/>
    <w:rsid w:val="005447AE"/>
    <w:rsid w:val="00546821"/>
    <w:rsid w:val="00546900"/>
    <w:rsid w:val="00546F31"/>
    <w:rsid w:val="00551DFE"/>
    <w:rsid w:val="0055312F"/>
    <w:rsid w:val="0055430B"/>
    <w:rsid w:val="005562A5"/>
    <w:rsid w:val="00562A05"/>
    <w:rsid w:val="005630DB"/>
    <w:rsid w:val="00563D31"/>
    <w:rsid w:val="00564BBB"/>
    <w:rsid w:val="00565EEF"/>
    <w:rsid w:val="00566697"/>
    <w:rsid w:val="00571D08"/>
    <w:rsid w:val="005742DB"/>
    <w:rsid w:val="00575436"/>
    <w:rsid w:val="00575627"/>
    <w:rsid w:val="0057634B"/>
    <w:rsid w:val="00582E0D"/>
    <w:rsid w:val="00582EEB"/>
    <w:rsid w:val="0058644C"/>
    <w:rsid w:val="00586BEA"/>
    <w:rsid w:val="00587BB6"/>
    <w:rsid w:val="00587C56"/>
    <w:rsid w:val="0059183B"/>
    <w:rsid w:val="00594F28"/>
    <w:rsid w:val="005A14CC"/>
    <w:rsid w:val="005A2187"/>
    <w:rsid w:val="005A2990"/>
    <w:rsid w:val="005A496D"/>
    <w:rsid w:val="005A781D"/>
    <w:rsid w:val="005B3605"/>
    <w:rsid w:val="005B363B"/>
    <w:rsid w:val="005B56D5"/>
    <w:rsid w:val="005B5749"/>
    <w:rsid w:val="005D0A6C"/>
    <w:rsid w:val="005D3452"/>
    <w:rsid w:val="005D42D4"/>
    <w:rsid w:val="005D5EFC"/>
    <w:rsid w:val="005D6B91"/>
    <w:rsid w:val="005E0E15"/>
    <w:rsid w:val="005E1E4B"/>
    <w:rsid w:val="005E402B"/>
    <w:rsid w:val="005E5F5B"/>
    <w:rsid w:val="005F2C7B"/>
    <w:rsid w:val="005F3719"/>
    <w:rsid w:val="005F5C13"/>
    <w:rsid w:val="005F7220"/>
    <w:rsid w:val="00600587"/>
    <w:rsid w:val="00603224"/>
    <w:rsid w:val="00603C5E"/>
    <w:rsid w:val="00603EE4"/>
    <w:rsid w:val="006044E2"/>
    <w:rsid w:val="0060627E"/>
    <w:rsid w:val="00606750"/>
    <w:rsid w:val="00607227"/>
    <w:rsid w:val="00607BCB"/>
    <w:rsid w:val="006113D8"/>
    <w:rsid w:val="00615F02"/>
    <w:rsid w:val="00617B3E"/>
    <w:rsid w:val="006209AE"/>
    <w:rsid w:val="00621ECE"/>
    <w:rsid w:val="00622532"/>
    <w:rsid w:val="00622D1E"/>
    <w:rsid w:val="00624470"/>
    <w:rsid w:val="00625ACE"/>
    <w:rsid w:val="00627A9D"/>
    <w:rsid w:val="00627FC8"/>
    <w:rsid w:val="0063278D"/>
    <w:rsid w:val="00633F63"/>
    <w:rsid w:val="00634624"/>
    <w:rsid w:val="00637924"/>
    <w:rsid w:val="00641119"/>
    <w:rsid w:val="00643618"/>
    <w:rsid w:val="0065007E"/>
    <w:rsid w:val="00650441"/>
    <w:rsid w:val="00651587"/>
    <w:rsid w:val="00654434"/>
    <w:rsid w:val="0065751B"/>
    <w:rsid w:val="00657EAC"/>
    <w:rsid w:val="0066161E"/>
    <w:rsid w:val="006626B6"/>
    <w:rsid w:val="00662F44"/>
    <w:rsid w:val="00671CC6"/>
    <w:rsid w:val="00671F50"/>
    <w:rsid w:val="00672066"/>
    <w:rsid w:val="00674E1D"/>
    <w:rsid w:val="006763E5"/>
    <w:rsid w:val="0068060C"/>
    <w:rsid w:val="006810EA"/>
    <w:rsid w:val="0068144A"/>
    <w:rsid w:val="0068182E"/>
    <w:rsid w:val="00682543"/>
    <w:rsid w:val="0068363D"/>
    <w:rsid w:val="00685240"/>
    <w:rsid w:val="006874E9"/>
    <w:rsid w:val="00690643"/>
    <w:rsid w:val="006907C1"/>
    <w:rsid w:val="00691004"/>
    <w:rsid w:val="00692312"/>
    <w:rsid w:val="006925BE"/>
    <w:rsid w:val="006A0574"/>
    <w:rsid w:val="006A0FA8"/>
    <w:rsid w:val="006A232F"/>
    <w:rsid w:val="006A6315"/>
    <w:rsid w:val="006A7516"/>
    <w:rsid w:val="006A7C06"/>
    <w:rsid w:val="006B02BB"/>
    <w:rsid w:val="006B046A"/>
    <w:rsid w:val="006B0C65"/>
    <w:rsid w:val="006B4032"/>
    <w:rsid w:val="006B6111"/>
    <w:rsid w:val="006B682E"/>
    <w:rsid w:val="006B7CB7"/>
    <w:rsid w:val="006C2920"/>
    <w:rsid w:val="006C304F"/>
    <w:rsid w:val="006C5621"/>
    <w:rsid w:val="006C6502"/>
    <w:rsid w:val="006C78BA"/>
    <w:rsid w:val="006D1D8E"/>
    <w:rsid w:val="006D1F95"/>
    <w:rsid w:val="006D49C0"/>
    <w:rsid w:val="006D5003"/>
    <w:rsid w:val="006D6194"/>
    <w:rsid w:val="006D6740"/>
    <w:rsid w:val="006D6AC3"/>
    <w:rsid w:val="006D6E20"/>
    <w:rsid w:val="006D77FD"/>
    <w:rsid w:val="006E0A5B"/>
    <w:rsid w:val="006E2519"/>
    <w:rsid w:val="006E4F62"/>
    <w:rsid w:val="006E5F5B"/>
    <w:rsid w:val="006E6B40"/>
    <w:rsid w:val="006E700F"/>
    <w:rsid w:val="006F0D17"/>
    <w:rsid w:val="006F1854"/>
    <w:rsid w:val="006F2630"/>
    <w:rsid w:val="006F2A04"/>
    <w:rsid w:val="006F5411"/>
    <w:rsid w:val="00700237"/>
    <w:rsid w:val="00700FB7"/>
    <w:rsid w:val="00703FE1"/>
    <w:rsid w:val="007049ED"/>
    <w:rsid w:val="00705729"/>
    <w:rsid w:val="00706B5C"/>
    <w:rsid w:val="00706EFE"/>
    <w:rsid w:val="00710F46"/>
    <w:rsid w:val="00712092"/>
    <w:rsid w:val="00712B98"/>
    <w:rsid w:val="0071322D"/>
    <w:rsid w:val="00714080"/>
    <w:rsid w:val="00715762"/>
    <w:rsid w:val="00716DEA"/>
    <w:rsid w:val="0071730A"/>
    <w:rsid w:val="00721550"/>
    <w:rsid w:val="007220E2"/>
    <w:rsid w:val="00723EFD"/>
    <w:rsid w:val="007260FD"/>
    <w:rsid w:val="00726D01"/>
    <w:rsid w:val="0072705F"/>
    <w:rsid w:val="007309E8"/>
    <w:rsid w:val="00731C0C"/>
    <w:rsid w:val="0073222C"/>
    <w:rsid w:val="00733B81"/>
    <w:rsid w:val="00733DA4"/>
    <w:rsid w:val="00734A53"/>
    <w:rsid w:val="00735F69"/>
    <w:rsid w:val="0073611D"/>
    <w:rsid w:val="0073772C"/>
    <w:rsid w:val="00737F6F"/>
    <w:rsid w:val="007417EC"/>
    <w:rsid w:val="00741D48"/>
    <w:rsid w:val="00742D3E"/>
    <w:rsid w:val="00744988"/>
    <w:rsid w:val="007459C6"/>
    <w:rsid w:val="00750450"/>
    <w:rsid w:val="00750FE5"/>
    <w:rsid w:val="00760A34"/>
    <w:rsid w:val="0076264C"/>
    <w:rsid w:val="00762E5E"/>
    <w:rsid w:val="00762FB8"/>
    <w:rsid w:val="00763CC7"/>
    <w:rsid w:val="00765ED3"/>
    <w:rsid w:val="00766E0E"/>
    <w:rsid w:val="0076711D"/>
    <w:rsid w:val="00773596"/>
    <w:rsid w:val="00773AB0"/>
    <w:rsid w:val="007763E4"/>
    <w:rsid w:val="007770E8"/>
    <w:rsid w:val="00781CAC"/>
    <w:rsid w:val="00782816"/>
    <w:rsid w:val="00782AEF"/>
    <w:rsid w:val="007838A2"/>
    <w:rsid w:val="007860EE"/>
    <w:rsid w:val="007862CB"/>
    <w:rsid w:val="0078697F"/>
    <w:rsid w:val="00786D7D"/>
    <w:rsid w:val="007870D4"/>
    <w:rsid w:val="007872A5"/>
    <w:rsid w:val="00787726"/>
    <w:rsid w:val="00787927"/>
    <w:rsid w:val="00790570"/>
    <w:rsid w:val="00791A20"/>
    <w:rsid w:val="00791A54"/>
    <w:rsid w:val="00791DDE"/>
    <w:rsid w:val="0079287E"/>
    <w:rsid w:val="00792CBA"/>
    <w:rsid w:val="007936D0"/>
    <w:rsid w:val="00795829"/>
    <w:rsid w:val="00796EE4"/>
    <w:rsid w:val="007A0375"/>
    <w:rsid w:val="007A0958"/>
    <w:rsid w:val="007A1D1B"/>
    <w:rsid w:val="007A4392"/>
    <w:rsid w:val="007A52A7"/>
    <w:rsid w:val="007A6453"/>
    <w:rsid w:val="007B17F5"/>
    <w:rsid w:val="007B2982"/>
    <w:rsid w:val="007B4DBB"/>
    <w:rsid w:val="007B68EF"/>
    <w:rsid w:val="007B6DC9"/>
    <w:rsid w:val="007C01DE"/>
    <w:rsid w:val="007C085C"/>
    <w:rsid w:val="007C3C71"/>
    <w:rsid w:val="007C5972"/>
    <w:rsid w:val="007C637E"/>
    <w:rsid w:val="007D192A"/>
    <w:rsid w:val="007D39C0"/>
    <w:rsid w:val="007D6C6A"/>
    <w:rsid w:val="007E01BE"/>
    <w:rsid w:val="007E0861"/>
    <w:rsid w:val="007E466F"/>
    <w:rsid w:val="007E5746"/>
    <w:rsid w:val="007F0A75"/>
    <w:rsid w:val="007F1D86"/>
    <w:rsid w:val="007F351E"/>
    <w:rsid w:val="007F52B7"/>
    <w:rsid w:val="007F5EE5"/>
    <w:rsid w:val="007F76C7"/>
    <w:rsid w:val="007F7BEF"/>
    <w:rsid w:val="007F7DF7"/>
    <w:rsid w:val="00803B4B"/>
    <w:rsid w:val="00803F6B"/>
    <w:rsid w:val="00807873"/>
    <w:rsid w:val="008101EE"/>
    <w:rsid w:val="00812254"/>
    <w:rsid w:val="00813F52"/>
    <w:rsid w:val="0081409E"/>
    <w:rsid w:val="008161BD"/>
    <w:rsid w:val="008163AE"/>
    <w:rsid w:val="0081698A"/>
    <w:rsid w:val="00820832"/>
    <w:rsid w:val="00823A8F"/>
    <w:rsid w:val="008254D5"/>
    <w:rsid w:val="008279EC"/>
    <w:rsid w:val="00827BA6"/>
    <w:rsid w:val="00827D50"/>
    <w:rsid w:val="00831658"/>
    <w:rsid w:val="00832108"/>
    <w:rsid w:val="00832B79"/>
    <w:rsid w:val="00833875"/>
    <w:rsid w:val="00833EEA"/>
    <w:rsid w:val="00833EFB"/>
    <w:rsid w:val="0083426D"/>
    <w:rsid w:val="00834B7A"/>
    <w:rsid w:val="00835060"/>
    <w:rsid w:val="00835149"/>
    <w:rsid w:val="00837C2F"/>
    <w:rsid w:val="00840081"/>
    <w:rsid w:val="00840216"/>
    <w:rsid w:val="0084021F"/>
    <w:rsid w:val="00840807"/>
    <w:rsid w:val="00842B71"/>
    <w:rsid w:val="008455EE"/>
    <w:rsid w:val="00847DAE"/>
    <w:rsid w:val="0085442F"/>
    <w:rsid w:val="00854CC6"/>
    <w:rsid w:val="00855EA1"/>
    <w:rsid w:val="00856F77"/>
    <w:rsid w:val="00857DB3"/>
    <w:rsid w:val="008633CB"/>
    <w:rsid w:val="00863652"/>
    <w:rsid w:val="008672CE"/>
    <w:rsid w:val="00867AB8"/>
    <w:rsid w:val="00867C1F"/>
    <w:rsid w:val="00870413"/>
    <w:rsid w:val="0087205B"/>
    <w:rsid w:val="0087237D"/>
    <w:rsid w:val="00873C97"/>
    <w:rsid w:val="008757A2"/>
    <w:rsid w:val="00882ACA"/>
    <w:rsid w:val="00882C27"/>
    <w:rsid w:val="00883B18"/>
    <w:rsid w:val="008841AE"/>
    <w:rsid w:val="0088532C"/>
    <w:rsid w:val="00886019"/>
    <w:rsid w:val="00886336"/>
    <w:rsid w:val="00887396"/>
    <w:rsid w:val="00887B33"/>
    <w:rsid w:val="00892EE2"/>
    <w:rsid w:val="008968D0"/>
    <w:rsid w:val="0089695F"/>
    <w:rsid w:val="00897820"/>
    <w:rsid w:val="008A2244"/>
    <w:rsid w:val="008A3CC3"/>
    <w:rsid w:val="008A6F3B"/>
    <w:rsid w:val="008B05DB"/>
    <w:rsid w:val="008B19B0"/>
    <w:rsid w:val="008B1DC3"/>
    <w:rsid w:val="008B1FE0"/>
    <w:rsid w:val="008B4D0C"/>
    <w:rsid w:val="008B5993"/>
    <w:rsid w:val="008B5B26"/>
    <w:rsid w:val="008B5BD2"/>
    <w:rsid w:val="008B67CD"/>
    <w:rsid w:val="008C0CCE"/>
    <w:rsid w:val="008C1409"/>
    <w:rsid w:val="008C1CFE"/>
    <w:rsid w:val="008C1DFA"/>
    <w:rsid w:val="008C203F"/>
    <w:rsid w:val="008C33FF"/>
    <w:rsid w:val="008C426E"/>
    <w:rsid w:val="008C44E3"/>
    <w:rsid w:val="008C6044"/>
    <w:rsid w:val="008D1023"/>
    <w:rsid w:val="008D1D1A"/>
    <w:rsid w:val="008D1F94"/>
    <w:rsid w:val="008D2356"/>
    <w:rsid w:val="008D2BDD"/>
    <w:rsid w:val="008D3B4D"/>
    <w:rsid w:val="008D3F83"/>
    <w:rsid w:val="008D6330"/>
    <w:rsid w:val="008D70A5"/>
    <w:rsid w:val="008E0F44"/>
    <w:rsid w:val="008E1897"/>
    <w:rsid w:val="008E1907"/>
    <w:rsid w:val="008E1B2A"/>
    <w:rsid w:val="008E41E7"/>
    <w:rsid w:val="008E5254"/>
    <w:rsid w:val="008F17E9"/>
    <w:rsid w:val="008F1A8F"/>
    <w:rsid w:val="008F5960"/>
    <w:rsid w:val="008F72A2"/>
    <w:rsid w:val="00900B67"/>
    <w:rsid w:val="00901577"/>
    <w:rsid w:val="0090377E"/>
    <w:rsid w:val="00903EE9"/>
    <w:rsid w:val="00904185"/>
    <w:rsid w:val="00904597"/>
    <w:rsid w:val="0090514E"/>
    <w:rsid w:val="00907A7B"/>
    <w:rsid w:val="009104B2"/>
    <w:rsid w:val="00916A45"/>
    <w:rsid w:val="00916A6D"/>
    <w:rsid w:val="00916E06"/>
    <w:rsid w:val="009178B3"/>
    <w:rsid w:val="0092120C"/>
    <w:rsid w:val="0092184C"/>
    <w:rsid w:val="009224E6"/>
    <w:rsid w:val="00924E6A"/>
    <w:rsid w:val="00931922"/>
    <w:rsid w:val="009335CC"/>
    <w:rsid w:val="00934B42"/>
    <w:rsid w:val="0093517C"/>
    <w:rsid w:val="00935790"/>
    <w:rsid w:val="00942D0C"/>
    <w:rsid w:val="00943D1B"/>
    <w:rsid w:val="00946195"/>
    <w:rsid w:val="0094710B"/>
    <w:rsid w:val="00947A9D"/>
    <w:rsid w:val="00950213"/>
    <w:rsid w:val="0095035A"/>
    <w:rsid w:val="009509B3"/>
    <w:rsid w:val="00951F02"/>
    <w:rsid w:val="00955CB4"/>
    <w:rsid w:val="0095752B"/>
    <w:rsid w:val="0096034C"/>
    <w:rsid w:val="009640A1"/>
    <w:rsid w:val="009710D8"/>
    <w:rsid w:val="00971D3B"/>
    <w:rsid w:val="00972946"/>
    <w:rsid w:val="009736DA"/>
    <w:rsid w:val="0097534E"/>
    <w:rsid w:val="00982748"/>
    <w:rsid w:val="00984F65"/>
    <w:rsid w:val="009864B7"/>
    <w:rsid w:val="00986C45"/>
    <w:rsid w:val="009915BB"/>
    <w:rsid w:val="009941BE"/>
    <w:rsid w:val="00994DD5"/>
    <w:rsid w:val="00995C47"/>
    <w:rsid w:val="00996F96"/>
    <w:rsid w:val="00997000"/>
    <w:rsid w:val="00997F8E"/>
    <w:rsid w:val="009A07B4"/>
    <w:rsid w:val="009A1242"/>
    <w:rsid w:val="009A1DE1"/>
    <w:rsid w:val="009A3551"/>
    <w:rsid w:val="009A6423"/>
    <w:rsid w:val="009A6B74"/>
    <w:rsid w:val="009B1C96"/>
    <w:rsid w:val="009B2912"/>
    <w:rsid w:val="009B442F"/>
    <w:rsid w:val="009B48CB"/>
    <w:rsid w:val="009B54FE"/>
    <w:rsid w:val="009B5BAA"/>
    <w:rsid w:val="009B63BA"/>
    <w:rsid w:val="009C012A"/>
    <w:rsid w:val="009C16AF"/>
    <w:rsid w:val="009C1E59"/>
    <w:rsid w:val="009C2E6B"/>
    <w:rsid w:val="009C325D"/>
    <w:rsid w:val="009C464F"/>
    <w:rsid w:val="009D0763"/>
    <w:rsid w:val="009D0D20"/>
    <w:rsid w:val="009D2F68"/>
    <w:rsid w:val="009D3350"/>
    <w:rsid w:val="009D453B"/>
    <w:rsid w:val="009D74EE"/>
    <w:rsid w:val="009E0782"/>
    <w:rsid w:val="009E08EF"/>
    <w:rsid w:val="009E127F"/>
    <w:rsid w:val="009E150A"/>
    <w:rsid w:val="009E4BC9"/>
    <w:rsid w:val="009E5AA9"/>
    <w:rsid w:val="009E62BB"/>
    <w:rsid w:val="009E6673"/>
    <w:rsid w:val="009E723C"/>
    <w:rsid w:val="009E7B0A"/>
    <w:rsid w:val="009F16BB"/>
    <w:rsid w:val="009F2949"/>
    <w:rsid w:val="009F346A"/>
    <w:rsid w:val="009F7218"/>
    <w:rsid w:val="00A00F5B"/>
    <w:rsid w:val="00A01183"/>
    <w:rsid w:val="00A04B6D"/>
    <w:rsid w:val="00A04CEB"/>
    <w:rsid w:val="00A04DE4"/>
    <w:rsid w:val="00A04FCB"/>
    <w:rsid w:val="00A070E4"/>
    <w:rsid w:val="00A0782A"/>
    <w:rsid w:val="00A120AD"/>
    <w:rsid w:val="00A12975"/>
    <w:rsid w:val="00A13611"/>
    <w:rsid w:val="00A14CCE"/>
    <w:rsid w:val="00A22864"/>
    <w:rsid w:val="00A23D8E"/>
    <w:rsid w:val="00A23F45"/>
    <w:rsid w:val="00A243EE"/>
    <w:rsid w:val="00A24529"/>
    <w:rsid w:val="00A24745"/>
    <w:rsid w:val="00A24E5F"/>
    <w:rsid w:val="00A259EF"/>
    <w:rsid w:val="00A27B95"/>
    <w:rsid w:val="00A3089C"/>
    <w:rsid w:val="00A32F47"/>
    <w:rsid w:val="00A34023"/>
    <w:rsid w:val="00A3457F"/>
    <w:rsid w:val="00A424C1"/>
    <w:rsid w:val="00A42E4B"/>
    <w:rsid w:val="00A433FA"/>
    <w:rsid w:val="00A43C8B"/>
    <w:rsid w:val="00A43E98"/>
    <w:rsid w:val="00A479B7"/>
    <w:rsid w:val="00A505D2"/>
    <w:rsid w:val="00A51457"/>
    <w:rsid w:val="00A52B5D"/>
    <w:rsid w:val="00A53524"/>
    <w:rsid w:val="00A53D8F"/>
    <w:rsid w:val="00A62332"/>
    <w:rsid w:val="00A6375C"/>
    <w:rsid w:val="00A63825"/>
    <w:rsid w:val="00A640C9"/>
    <w:rsid w:val="00A642D4"/>
    <w:rsid w:val="00A64637"/>
    <w:rsid w:val="00A67FF6"/>
    <w:rsid w:val="00A7128A"/>
    <w:rsid w:val="00A73398"/>
    <w:rsid w:val="00A73B39"/>
    <w:rsid w:val="00A7424F"/>
    <w:rsid w:val="00A77313"/>
    <w:rsid w:val="00A776B4"/>
    <w:rsid w:val="00A81324"/>
    <w:rsid w:val="00A81487"/>
    <w:rsid w:val="00A8332E"/>
    <w:rsid w:val="00A83534"/>
    <w:rsid w:val="00A84AE3"/>
    <w:rsid w:val="00A86586"/>
    <w:rsid w:val="00A86A0F"/>
    <w:rsid w:val="00A86F95"/>
    <w:rsid w:val="00A92C11"/>
    <w:rsid w:val="00A9317F"/>
    <w:rsid w:val="00A932FE"/>
    <w:rsid w:val="00A95825"/>
    <w:rsid w:val="00A96DF7"/>
    <w:rsid w:val="00A9711F"/>
    <w:rsid w:val="00AA0340"/>
    <w:rsid w:val="00AA1FD1"/>
    <w:rsid w:val="00AA222C"/>
    <w:rsid w:val="00AA2A54"/>
    <w:rsid w:val="00AA2DCA"/>
    <w:rsid w:val="00AA5EA6"/>
    <w:rsid w:val="00AA7F42"/>
    <w:rsid w:val="00AB1573"/>
    <w:rsid w:val="00AB38A1"/>
    <w:rsid w:val="00AC190A"/>
    <w:rsid w:val="00AC1D2B"/>
    <w:rsid w:val="00AC27A4"/>
    <w:rsid w:val="00AC2B4A"/>
    <w:rsid w:val="00AC4D3A"/>
    <w:rsid w:val="00AC7F82"/>
    <w:rsid w:val="00AD67FF"/>
    <w:rsid w:val="00AD7308"/>
    <w:rsid w:val="00AD7769"/>
    <w:rsid w:val="00AE1B84"/>
    <w:rsid w:val="00AE2089"/>
    <w:rsid w:val="00AE64EA"/>
    <w:rsid w:val="00AF05C7"/>
    <w:rsid w:val="00AF2533"/>
    <w:rsid w:val="00AF2587"/>
    <w:rsid w:val="00AF3AC4"/>
    <w:rsid w:val="00AF4803"/>
    <w:rsid w:val="00AF4EF3"/>
    <w:rsid w:val="00AF510F"/>
    <w:rsid w:val="00AF65D9"/>
    <w:rsid w:val="00AF6B9E"/>
    <w:rsid w:val="00AF7DB7"/>
    <w:rsid w:val="00B00DB0"/>
    <w:rsid w:val="00B011B4"/>
    <w:rsid w:val="00B0306A"/>
    <w:rsid w:val="00B05301"/>
    <w:rsid w:val="00B12A6E"/>
    <w:rsid w:val="00B14399"/>
    <w:rsid w:val="00B15655"/>
    <w:rsid w:val="00B16F39"/>
    <w:rsid w:val="00B22CF4"/>
    <w:rsid w:val="00B23EB7"/>
    <w:rsid w:val="00B246FE"/>
    <w:rsid w:val="00B2485B"/>
    <w:rsid w:val="00B2692B"/>
    <w:rsid w:val="00B30372"/>
    <w:rsid w:val="00B30B72"/>
    <w:rsid w:val="00B31879"/>
    <w:rsid w:val="00B32093"/>
    <w:rsid w:val="00B32146"/>
    <w:rsid w:val="00B32FFC"/>
    <w:rsid w:val="00B37313"/>
    <w:rsid w:val="00B41404"/>
    <w:rsid w:val="00B42934"/>
    <w:rsid w:val="00B42F62"/>
    <w:rsid w:val="00B431F8"/>
    <w:rsid w:val="00B44821"/>
    <w:rsid w:val="00B44B50"/>
    <w:rsid w:val="00B47018"/>
    <w:rsid w:val="00B53503"/>
    <w:rsid w:val="00B55CA4"/>
    <w:rsid w:val="00B577E6"/>
    <w:rsid w:val="00B61919"/>
    <w:rsid w:val="00B6263D"/>
    <w:rsid w:val="00B633DB"/>
    <w:rsid w:val="00B64348"/>
    <w:rsid w:val="00B66478"/>
    <w:rsid w:val="00B664A7"/>
    <w:rsid w:val="00B6771E"/>
    <w:rsid w:val="00B67847"/>
    <w:rsid w:val="00B72577"/>
    <w:rsid w:val="00B74A67"/>
    <w:rsid w:val="00B74AD4"/>
    <w:rsid w:val="00B74DC1"/>
    <w:rsid w:val="00B762AE"/>
    <w:rsid w:val="00B76ED3"/>
    <w:rsid w:val="00B7723A"/>
    <w:rsid w:val="00B819AF"/>
    <w:rsid w:val="00B81FA2"/>
    <w:rsid w:val="00B828B3"/>
    <w:rsid w:val="00B83670"/>
    <w:rsid w:val="00B84936"/>
    <w:rsid w:val="00B85ABC"/>
    <w:rsid w:val="00B85FE0"/>
    <w:rsid w:val="00B86A22"/>
    <w:rsid w:val="00B91030"/>
    <w:rsid w:val="00B92F4A"/>
    <w:rsid w:val="00B95C55"/>
    <w:rsid w:val="00B95EE0"/>
    <w:rsid w:val="00B96077"/>
    <w:rsid w:val="00BA09A2"/>
    <w:rsid w:val="00BA3AF7"/>
    <w:rsid w:val="00BA51D6"/>
    <w:rsid w:val="00BB443F"/>
    <w:rsid w:val="00BB5677"/>
    <w:rsid w:val="00BB6E3C"/>
    <w:rsid w:val="00BB721E"/>
    <w:rsid w:val="00BB7EF9"/>
    <w:rsid w:val="00BC3690"/>
    <w:rsid w:val="00BC3F50"/>
    <w:rsid w:val="00BC4500"/>
    <w:rsid w:val="00BC4767"/>
    <w:rsid w:val="00BC48C0"/>
    <w:rsid w:val="00BC5AE2"/>
    <w:rsid w:val="00BD077E"/>
    <w:rsid w:val="00BD090B"/>
    <w:rsid w:val="00BD0F44"/>
    <w:rsid w:val="00BD10C2"/>
    <w:rsid w:val="00BD4E6D"/>
    <w:rsid w:val="00BD66F4"/>
    <w:rsid w:val="00BE3012"/>
    <w:rsid w:val="00BE5E66"/>
    <w:rsid w:val="00BE7AA4"/>
    <w:rsid w:val="00BF0AF2"/>
    <w:rsid w:val="00BF25C5"/>
    <w:rsid w:val="00BF275C"/>
    <w:rsid w:val="00BF4DDD"/>
    <w:rsid w:val="00BF4F8B"/>
    <w:rsid w:val="00C0377E"/>
    <w:rsid w:val="00C04941"/>
    <w:rsid w:val="00C04E3D"/>
    <w:rsid w:val="00C05B77"/>
    <w:rsid w:val="00C103C2"/>
    <w:rsid w:val="00C15B68"/>
    <w:rsid w:val="00C1707E"/>
    <w:rsid w:val="00C1789B"/>
    <w:rsid w:val="00C20618"/>
    <w:rsid w:val="00C2084B"/>
    <w:rsid w:val="00C21C0D"/>
    <w:rsid w:val="00C22207"/>
    <w:rsid w:val="00C2275F"/>
    <w:rsid w:val="00C22A51"/>
    <w:rsid w:val="00C239AF"/>
    <w:rsid w:val="00C23CAF"/>
    <w:rsid w:val="00C24899"/>
    <w:rsid w:val="00C24D9E"/>
    <w:rsid w:val="00C25019"/>
    <w:rsid w:val="00C25134"/>
    <w:rsid w:val="00C30058"/>
    <w:rsid w:val="00C3252C"/>
    <w:rsid w:val="00C32DD2"/>
    <w:rsid w:val="00C331E3"/>
    <w:rsid w:val="00C33693"/>
    <w:rsid w:val="00C35540"/>
    <w:rsid w:val="00C359DB"/>
    <w:rsid w:val="00C36265"/>
    <w:rsid w:val="00C36B11"/>
    <w:rsid w:val="00C37B1F"/>
    <w:rsid w:val="00C43BE2"/>
    <w:rsid w:val="00C47DED"/>
    <w:rsid w:val="00C5049B"/>
    <w:rsid w:val="00C51A16"/>
    <w:rsid w:val="00C53C75"/>
    <w:rsid w:val="00C54C8D"/>
    <w:rsid w:val="00C55588"/>
    <w:rsid w:val="00C557AD"/>
    <w:rsid w:val="00C55BC1"/>
    <w:rsid w:val="00C55DAD"/>
    <w:rsid w:val="00C56623"/>
    <w:rsid w:val="00C5720A"/>
    <w:rsid w:val="00C60DDE"/>
    <w:rsid w:val="00C61103"/>
    <w:rsid w:val="00C624C1"/>
    <w:rsid w:val="00C63913"/>
    <w:rsid w:val="00C6786E"/>
    <w:rsid w:val="00C70019"/>
    <w:rsid w:val="00C70900"/>
    <w:rsid w:val="00C72746"/>
    <w:rsid w:val="00C729FE"/>
    <w:rsid w:val="00C73B84"/>
    <w:rsid w:val="00C73F6B"/>
    <w:rsid w:val="00C7531E"/>
    <w:rsid w:val="00C75C09"/>
    <w:rsid w:val="00C77D35"/>
    <w:rsid w:val="00C77E20"/>
    <w:rsid w:val="00C77E45"/>
    <w:rsid w:val="00C80A0C"/>
    <w:rsid w:val="00C82D33"/>
    <w:rsid w:val="00C837ED"/>
    <w:rsid w:val="00C83D72"/>
    <w:rsid w:val="00C8580C"/>
    <w:rsid w:val="00C85CD2"/>
    <w:rsid w:val="00C86677"/>
    <w:rsid w:val="00C91EF8"/>
    <w:rsid w:val="00CA1320"/>
    <w:rsid w:val="00CA1348"/>
    <w:rsid w:val="00CA277A"/>
    <w:rsid w:val="00CA55EB"/>
    <w:rsid w:val="00CA5697"/>
    <w:rsid w:val="00CB0F12"/>
    <w:rsid w:val="00CB131A"/>
    <w:rsid w:val="00CB28F5"/>
    <w:rsid w:val="00CB361B"/>
    <w:rsid w:val="00CB5463"/>
    <w:rsid w:val="00CB5B21"/>
    <w:rsid w:val="00CB5DF8"/>
    <w:rsid w:val="00CB6615"/>
    <w:rsid w:val="00CC144A"/>
    <w:rsid w:val="00CC3198"/>
    <w:rsid w:val="00CC5D74"/>
    <w:rsid w:val="00CC768F"/>
    <w:rsid w:val="00CC7962"/>
    <w:rsid w:val="00CD0516"/>
    <w:rsid w:val="00CD20D3"/>
    <w:rsid w:val="00CD2952"/>
    <w:rsid w:val="00CD4CCE"/>
    <w:rsid w:val="00CD504A"/>
    <w:rsid w:val="00CD5CE7"/>
    <w:rsid w:val="00CE0549"/>
    <w:rsid w:val="00CE12BF"/>
    <w:rsid w:val="00CE14D5"/>
    <w:rsid w:val="00CE336E"/>
    <w:rsid w:val="00CE7E9B"/>
    <w:rsid w:val="00CF106A"/>
    <w:rsid w:val="00CF1CDF"/>
    <w:rsid w:val="00CF2BF0"/>
    <w:rsid w:val="00CF427D"/>
    <w:rsid w:val="00CF5155"/>
    <w:rsid w:val="00CF53F8"/>
    <w:rsid w:val="00CF5A8F"/>
    <w:rsid w:val="00CF6254"/>
    <w:rsid w:val="00D0537F"/>
    <w:rsid w:val="00D058F1"/>
    <w:rsid w:val="00D064EB"/>
    <w:rsid w:val="00D07967"/>
    <w:rsid w:val="00D10993"/>
    <w:rsid w:val="00D141DB"/>
    <w:rsid w:val="00D15F75"/>
    <w:rsid w:val="00D16434"/>
    <w:rsid w:val="00D1750B"/>
    <w:rsid w:val="00D17C1E"/>
    <w:rsid w:val="00D218B1"/>
    <w:rsid w:val="00D21C57"/>
    <w:rsid w:val="00D21DAB"/>
    <w:rsid w:val="00D23482"/>
    <w:rsid w:val="00D2433B"/>
    <w:rsid w:val="00D252F7"/>
    <w:rsid w:val="00D307E5"/>
    <w:rsid w:val="00D30BD6"/>
    <w:rsid w:val="00D33C40"/>
    <w:rsid w:val="00D34975"/>
    <w:rsid w:val="00D4110C"/>
    <w:rsid w:val="00D42357"/>
    <w:rsid w:val="00D424C1"/>
    <w:rsid w:val="00D43F69"/>
    <w:rsid w:val="00D442BE"/>
    <w:rsid w:val="00D448F2"/>
    <w:rsid w:val="00D44909"/>
    <w:rsid w:val="00D45B3A"/>
    <w:rsid w:val="00D45B59"/>
    <w:rsid w:val="00D45DCC"/>
    <w:rsid w:val="00D47491"/>
    <w:rsid w:val="00D47CC5"/>
    <w:rsid w:val="00D5125F"/>
    <w:rsid w:val="00D5748F"/>
    <w:rsid w:val="00D5749B"/>
    <w:rsid w:val="00D57C1F"/>
    <w:rsid w:val="00D62C2F"/>
    <w:rsid w:val="00D634F5"/>
    <w:rsid w:val="00D64A2F"/>
    <w:rsid w:val="00D71204"/>
    <w:rsid w:val="00D73169"/>
    <w:rsid w:val="00D7525D"/>
    <w:rsid w:val="00D7785B"/>
    <w:rsid w:val="00D779F8"/>
    <w:rsid w:val="00D80BF5"/>
    <w:rsid w:val="00D80CB8"/>
    <w:rsid w:val="00D83639"/>
    <w:rsid w:val="00D837B5"/>
    <w:rsid w:val="00D87155"/>
    <w:rsid w:val="00D93A9C"/>
    <w:rsid w:val="00D93E64"/>
    <w:rsid w:val="00D94050"/>
    <w:rsid w:val="00D9588D"/>
    <w:rsid w:val="00D95C71"/>
    <w:rsid w:val="00DA0E90"/>
    <w:rsid w:val="00DA17E3"/>
    <w:rsid w:val="00DA4AF0"/>
    <w:rsid w:val="00DA586C"/>
    <w:rsid w:val="00DA5AE6"/>
    <w:rsid w:val="00DA621F"/>
    <w:rsid w:val="00DA6A20"/>
    <w:rsid w:val="00DB03BC"/>
    <w:rsid w:val="00DB0CC1"/>
    <w:rsid w:val="00DB1B50"/>
    <w:rsid w:val="00DB2EE6"/>
    <w:rsid w:val="00DB332B"/>
    <w:rsid w:val="00DB62B1"/>
    <w:rsid w:val="00DB6E25"/>
    <w:rsid w:val="00DC089D"/>
    <w:rsid w:val="00DC0D10"/>
    <w:rsid w:val="00DC0FAB"/>
    <w:rsid w:val="00DC40D6"/>
    <w:rsid w:val="00DC4D0B"/>
    <w:rsid w:val="00DC5FBE"/>
    <w:rsid w:val="00DC70C0"/>
    <w:rsid w:val="00DC7FA6"/>
    <w:rsid w:val="00DD0D24"/>
    <w:rsid w:val="00DD0D5A"/>
    <w:rsid w:val="00DD2129"/>
    <w:rsid w:val="00DD21E4"/>
    <w:rsid w:val="00DD2DB1"/>
    <w:rsid w:val="00DD44C6"/>
    <w:rsid w:val="00DD486C"/>
    <w:rsid w:val="00DD59A5"/>
    <w:rsid w:val="00DD5AE0"/>
    <w:rsid w:val="00DD704F"/>
    <w:rsid w:val="00DD750C"/>
    <w:rsid w:val="00DE081E"/>
    <w:rsid w:val="00DE1944"/>
    <w:rsid w:val="00DE2660"/>
    <w:rsid w:val="00DE5265"/>
    <w:rsid w:val="00DE52FD"/>
    <w:rsid w:val="00DE6379"/>
    <w:rsid w:val="00DE6629"/>
    <w:rsid w:val="00DE7046"/>
    <w:rsid w:val="00DE7CC4"/>
    <w:rsid w:val="00DF0AE8"/>
    <w:rsid w:val="00DF1579"/>
    <w:rsid w:val="00DF1833"/>
    <w:rsid w:val="00DF57E1"/>
    <w:rsid w:val="00DF6587"/>
    <w:rsid w:val="00DF784A"/>
    <w:rsid w:val="00DF7A1B"/>
    <w:rsid w:val="00E014EF"/>
    <w:rsid w:val="00E04B80"/>
    <w:rsid w:val="00E057C8"/>
    <w:rsid w:val="00E076FC"/>
    <w:rsid w:val="00E106BC"/>
    <w:rsid w:val="00E11FEB"/>
    <w:rsid w:val="00E132A7"/>
    <w:rsid w:val="00E14178"/>
    <w:rsid w:val="00E17A9F"/>
    <w:rsid w:val="00E266F8"/>
    <w:rsid w:val="00E26EB5"/>
    <w:rsid w:val="00E3114E"/>
    <w:rsid w:val="00E32D94"/>
    <w:rsid w:val="00E34B6C"/>
    <w:rsid w:val="00E3660A"/>
    <w:rsid w:val="00E37B09"/>
    <w:rsid w:val="00E37E5F"/>
    <w:rsid w:val="00E42042"/>
    <w:rsid w:val="00E420EF"/>
    <w:rsid w:val="00E42440"/>
    <w:rsid w:val="00E42AB7"/>
    <w:rsid w:val="00E436DC"/>
    <w:rsid w:val="00E4697F"/>
    <w:rsid w:val="00E5329D"/>
    <w:rsid w:val="00E54C85"/>
    <w:rsid w:val="00E5506D"/>
    <w:rsid w:val="00E55ACE"/>
    <w:rsid w:val="00E567F9"/>
    <w:rsid w:val="00E57C66"/>
    <w:rsid w:val="00E6065E"/>
    <w:rsid w:val="00E623CD"/>
    <w:rsid w:val="00E64585"/>
    <w:rsid w:val="00E651FE"/>
    <w:rsid w:val="00E71B75"/>
    <w:rsid w:val="00E724E4"/>
    <w:rsid w:val="00E7370C"/>
    <w:rsid w:val="00E738C9"/>
    <w:rsid w:val="00E7512A"/>
    <w:rsid w:val="00E752AF"/>
    <w:rsid w:val="00E75A57"/>
    <w:rsid w:val="00E805F5"/>
    <w:rsid w:val="00E81C45"/>
    <w:rsid w:val="00E82A16"/>
    <w:rsid w:val="00E85605"/>
    <w:rsid w:val="00E85EF9"/>
    <w:rsid w:val="00E90145"/>
    <w:rsid w:val="00E90508"/>
    <w:rsid w:val="00E937CC"/>
    <w:rsid w:val="00E9490B"/>
    <w:rsid w:val="00EA1228"/>
    <w:rsid w:val="00EA2517"/>
    <w:rsid w:val="00EA2EFB"/>
    <w:rsid w:val="00EA350D"/>
    <w:rsid w:val="00EA392A"/>
    <w:rsid w:val="00EA3EAB"/>
    <w:rsid w:val="00EA4FFE"/>
    <w:rsid w:val="00EB05CE"/>
    <w:rsid w:val="00EB173C"/>
    <w:rsid w:val="00EB5BC2"/>
    <w:rsid w:val="00EB645E"/>
    <w:rsid w:val="00EC0BDD"/>
    <w:rsid w:val="00EC5C8A"/>
    <w:rsid w:val="00ED3882"/>
    <w:rsid w:val="00ED45F4"/>
    <w:rsid w:val="00ED595B"/>
    <w:rsid w:val="00ED7B12"/>
    <w:rsid w:val="00ED7F1F"/>
    <w:rsid w:val="00EE05FE"/>
    <w:rsid w:val="00EE10CD"/>
    <w:rsid w:val="00EE3E92"/>
    <w:rsid w:val="00EF00DD"/>
    <w:rsid w:val="00EF21E2"/>
    <w:rsid w:val="00EF7F65"/>
    <w:rsid w:val="00F03898"/>
    <w:rsid w:val="00F04C1F"/>
    <w:rsid w:val="00F07A88"/>
    <w:rsid w:val="00F1018F"/>
    <w:rsid w:val="00F13335"/>
    <w:rsid w:val="00F137B9"/>
    <w:rsid w:val="00F16122"/>
    <w:rsid w:val="00F16323"/>
    <w:rsid w:val="00F17A6F"/>
    <w:rsid w:val="00F2222A"/>
    <w:rsid w:val="00F23044"/>
    <w:rsid w:val="00F23729"/>
    <w:rsid w:val="00F2714A"/>
    <w:rsid w:val="00F27D40"/>
    <w:rsid w:val="00F326A0"/>
    <w:rsid w:val="00F3335E"/>
    <w:rsid w:val="00F40FFF"/>
    <w:rsid w:val="00F41DF3"/>
    <w:rsid w:val="00F4260A"/>
    <w:rsid w:val="00F4667B"/>
    <w:rsid w:val="00F4761C"/>
    <w:rsid w:val="00F52750"/>
    <w:rsid w:val="00F52D86"/>
    <w:rsid w:val="00F53FA8"/>
    <w:rsid w:val="00F5406A"/>
    <w:rsid w:val="00F56DB1"/>
    <w:rsid w:val="00F611F4"/>
    <w:rsid w:val="00F6154F"/>
    <w:rsid w:val="00F61B07"/>
    <w:rsid w:val="00F620BD"/>
    <w:rsid w:val="00F62CB3"/>
    <w:rsid w:val="00F64CAD"/>
    <w:rsid w:val="00F6507B"/>
    <w:rsid w:val="00F658DB"/>
    <w:rsid w:val="00F6701F"/>
    <w:rsid w:val="00F71681"/>
    <w:rsid w:val="00F71AC4"/>
    <w:rsid w:val="00F72161"/>
    <w:rsid w:val="00F738A3"/>
    <w:rsid w:val="00F74417"/>
    <w:rsid w:val="00F74B4F"/>
    <w:rsid w:val="00F75F1A"/>
    <w:rsid w:val="00F77568"/>
    <w:rsid w:val="00F80AE5"/>
    <w:rsid w:val="00F86440"/>
    <w:rsid w:val="00F8698F"/>
    <w:rsid w:val="00F875A1"/>
    <w:rsid w:val="00F9036A"/>
    <w:rsid w:val="00F93754"/>
    <w:rsid w:val="00FA06AF"/>
    <w:rsid w:val="00FA0AC2"/>
    <w:rsid w:val="00FA0C59"/>
    <w:rsid w:val="00FA3157"/>
    <w:rsid w:val="00FA473E"/>
    <w:rsid w:val="00FB5D70"/>
    <w:rsid w:val="00FB73CD"/>
    <w:rsid w:val="00FC14F7"/>
    <w:rsid w:val="00FC1F69"/>
    <w:rsid w:val="00FC380D"/>
    <w:rsid w:val="00FD31DC"/>
    <w:rsid w:val="00FD3F8F"/>
    <w:rsid w:val="00FD5669"/>
    <w:rsid w:val="00FD6CE3"/>
    <w:rsid w:val="00FD6FB0"/>
    <w:rsid w:val="00FE02A8"/>
    <w:rsid w:val="00FE0F24"/>
    <w:rsid w:val="00FE1470"/>
    <w:rsid w:val="00FE1D6E"/>
    <w:rsid w:val="00FE4794"/>
    <w:rsid w:val="00FE4ECE"/>
    <w:rsid w:val="00FE5015"/>
    <w:rsid w:val="00FE5F70"/>
    <w:rsid w:val="00FF47C9"/>
    <w:rsid w:val="00FF6007"/>
    <w:rsid w:val="00FF69EE"/>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EE1A4"/>
  <w15:docId w15:val="{35CC3999-D14A-409F-AAF3-D78A45AFE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SansOffice" w:eastAsia="TheSansOffice" w:hAnsi="TheSansOffice"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1579"/>
    <w:pPr>
      <w:spacing w:line="284" w:lineRule="exact"/>
    </w:pPr>
    <w:rPr>
      <w:sz w:val="18"/>
      <w:szCs w:val="22"/>
      <w:lang w:eastAsia="en-US"/>
    </w:rPr>
  </w:style>
  <w:style w:type="paragraph" w:styleId="berschrift2">
    <w:name w:val="heading 2"/>
    <w:basedOn w:val="Standard"/>
    <w:link w:val="berschrift2Zchn"/>
    <w:uiPriority w:val="9"/>
    <w:qFormat/>
    <w:rsid w:val="00AF2587"/>
    <w:pPr>
      <w:spacing w:before="100" w:beforeAutospacing="1" w:after="100" w:afterAutospacing="1" w:line="240" w:lineRule="auto"/>
      <w:outlineLvl w:val="1"/>
    </w:pPr>
    <w:rPr>
      <w:rFonts w:ascii="Times New Roman" w:eastAsia="Times New Roman" w:hAnsi="Times New Roman"/>
      <w:b/>
      <w:bCs/>
      <w:sz w:val="36"/>
      <w:szCs w:val="36"/>
      <w:lang w:eastAsia="de-DE"/>
    </w:rPr>
  </w:style>
  <w:style w:type="paragraph" w:styleId="berschrift3">
    <w:name w:val="heading 3"/>
    <w:basedOn w:val="Standard"/>
    <w:next w:val="Standard"/>
    <w:link w:val="berschrift3Zchn"/>
    <w:uiPriority w:val="9"/>
    <w:semiHidden/>
    <w:unhideWhenUsed/>
    <w:qFormat/>
    <w:rsid w:val="00FA0C5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E8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67E8C"/>
  </w:style>
  <w:style w:type="paragraph" w:styleId="Fuzeile">
    <w:name w:val="footer"/>
    <w:basedOn w:val="Standard"/>
    <w:link w:val="FuzeileZchn"/>
    <w:uiPriority w:val="99"/>
    <w:unhideWhenUsed/>
    <w:rsid w:val="00167E8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67E8C"/>
  </w:style>
  <w:style w:type="paragraph" w:styleId="Sprechblasentext">
    <w:name w:val="Balloon Text"/>
    <w:basedOn w:val="Standard"/>
    <w:link w:val="SprechblasentextZchn"/>
    <w:uiPriority w:val="99"/>
    <w:semiHidden/>
    <w:unhideWhenUsed/>
    <w:rsid w:val="00167E8C"/>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167E8C"/>
    <w:rPr>
      <w:rFonts w:ascii="Tahoma" w:hAnsi="Tahoma" w:cs="Tahoma"/>
      <w:sz w:val="16"/>
      <w:szCs w:val="16"/>
    </w:rPr>
  </w:style>
  <w:style w:type="paragraph" w:customStyle="1" w:styleId="Adresserechts">
    <w:name w:val="Adresse rechts"/>
    <w:basedOn w:val="Standard"/>
    <w:qFormat/>
    <w:rsid w:val="00324F02"/>
    <w:pPr>
      <w:spacing w:line="213" w:lineRule="exact"/>
    </w:pPr>
    <w:rPr>
      <w:sz w:val="15"/>
      <w:szCs w:val="15"/>
    </w:rPr>
  </w:style>
  <w:style w:type="paragraph" w:customStyle="1" w:styleId="BITStandardBold">
    <w:name w:val="BIT Standard Bold"/>
    <w:basedOn w:val="Standard"/>
    <w:qFormat/>
    <w:rsid w:val="00B57059"/>
    <w:rPr>
      <w:b/>
    </w:rPr>
  </w:style>
  <w:style w:type="paragraph" w:customStyle="1" w:styleId="BITAbsender">
    <w:name w:val="BIT Absender"/>
    <w:basedOn w:val="Standard"/>
    <w:qFormat/>
    <w:rsid w:val="00111288"/>
    <w:pPr>
      <w:tabs>
        <w:tab w:val="left" w:pos="142"/>
      </w:tabs>
      <w:spacing w:line="213" w:lineRule="exact"/>
    </w:pPr>
    <w:rPr>
      <w:sz w:val="15"/>
      <w:szCs w:val="15"/>
    </w:rPr>
  </w:style>
  <w:style w:type="character" w:customStyle="1" w:styleId="BITBlau">
    <w:name w:val="BIT Blau"/>
    <w:uiPriority w:val="1"/>
    <w:qFormat/>
    <w:rsid w:val="00111288"/>
    <w:rPr>
      <w:color w:val="009FE3"/>
    </w:rPr>
  </w:style>
  <w:style w:type="paragraph" w:customStyle="1" w:styleId="BITAbsenderBold">
    <w:name w:val="BIT Absender Bold"/>
    <w:basedOn w:val="BITAbsender"/>
    <w:qFormat/>
    <w:rsid w:val="008C203F"/>
    <w:rPr>
      <w:b/>
    </w:rPr>
  </w:style>
  <w:style w:type="paragraph" w:customStyle="1" w:styleId="BITFlietextmitAbsatz">
    <w:name w:val="BIT Fließtext mit Absatz"/>
    <w:basedOn w:val="Standard"/>
    <w:link w:val="BITFlietextmitAbsatzZchn"/>
    <w:qFormat/>
    <w:rsid w:val="007E01BE"/>
    <w:pPr>
      <w:spacing w:after="284"/>
    </w:pPr>
  </w:style>
  <w:style w:type="paragraph" w:customStyle="1" w:styleId="BITAufzhlung">
    <w:name w:val="BIT Aufzählung"/>
    <w:basedOn w:val="Standard"/>
    <w:qFormat/>
    <w:rsid w:val="00EB5BC2"/>
    <w:pPr>
      <w:numPr>
        <w:numId w:val="1"/>
      </w:numPr>
      <w:spacing w:after="284"/>
      <w:contextualSpacing/>
    </w:pPr>
    <w:rPr>
      <w:b/>
      <w:szCs w:val="18"/>
    </w:rPr>
  </w:style>
  <w:style w:type="paragraph" w:customStyle="1" w:styleId="BITNummerierung">
    <w:name w:val="BIT Nummerierung"/>
    <w:basedOn w:val="Standard"/>
    <w:qFormat/>
    <w:rsid w:val="008D3B4D"/>
    <w:pPr>
      <w:numPr>
        <w:numId w:val="3"/>
      </w:numPr>
      <w:tabs>
        <w:tab w:val="left" w:pos="295"/>
        <w:tab w:val="left" w:pos="363"/>
        <w:tab w:val="left" w:pos="544"/>
      </w:tabs>
      <w:ind w:left="295" w:hanging="295"/>
    </w:pPr>
  </w:style>
  <w:style w:type="paragraph" w:customStyle="1" w:styleId="BITNummerierung1Ebenezweistellig">
    <w:name w:val="BIT Nummerierung (1. Ebene zweistellig)"/>
    <w:basedOn w:val="BITNummerierung"/>
    <w:qFormat/>
    <w:rsid w:val="00791A20"/>
    <w:rPr>
      <w:lang w:val="fr-FR"/>
    </w:rPr>
  </w:style>
  <w:style w:type="paragraph" w:customStyle="1" w:styleId="BITCoverberschrift">
    <w:name w:val="BIT Cover Überschrift"/>
    <w:basedOn w:val="Standard"/>
    <w:qFormat/>
    <w:rsid w:val="007260FD"/>
    <w:pPr>
      <w:spacing w:after="140" w:line="568" w:lineRule="exact"/>
    </w:pPr>
    <w:rPr>
      <w:b/>
      <w:color w:val="009FE3"/>
      <w:sz w:val="48"/>
    </w:rPr>
  </w:style>
  <w:style w:type="paragraph" w:customStyle="1" w:styleId="BITAufzhlungBullet">
    <w:name w:val="BIT Aufzählung Bullet"/>
    <w:basedOn w:val="Standard"/>
    <w:qFormat/>
    <w:rsid w:val="007260FD"/>
    <w:pPr>
      <w:ind w:left="181" w:hanging="181"/>
    </w:pPr>
  </w:style>
  <w:style w:type="paragraph" w:customStyle="1" w:styleId="HeadlinePresseinfo">
    <w:name w:val="Headline Presseinfo"/>
    <w:basedOn w:val="Standard"/>
    <w:qFormat/>
    <w:rsid w:val="007260FD"/>
    <w:pPr>
      <w:keepNext/>
      <w:keepLines/>
      <w:spacing w:before="280"/>
    </w:pPr>
    <w:rPr>
      <w:b/>
      <w:sz w:val="24"/>
    </w:rPr>
  </w:style>
  <w:style w:type="paragraph" w:customStyle="1" w:styleId="BITAbbinder">
    <w:name w:val="BIT Abbinder"/>
    <w:basedOn w:val="Standard"/>
    <w:qFormat/>
    <w:rsid w:val="007260FD"/>
    <w:pPr>
      <w:spacing w:line="240" w:lineRule="atLeast"/>
    </w:pPr>
    <w:rPr>
      <w:sz w:val="15"/>
      <w:szCs w:val="15"/>
    </w:rPr>
  </w:style>
  <w:style w:type="character" w:customStyle="1" w:styleId="Datum">
    <w:name w:val="_Datum"/>
    <w:basedOn w:val="Absatz-Standardschriftart"/>
    <w:rsid w:val="007260FD"/>
    <w:rPr>
      <w:rFonts w:ascii="Arial" w:hAnsi="Arial"/>
      <w:sz w:val="20"/>
      <w:szCs w:val="20"/>
      <w:lang w:val="de-DE"/>
    </w:rPr>
  </w:style>
  <w:style w:type="paragraph" w:customStyle="1" w:styleId="BITHeadlineohneAbsatz">
    <w:name w:val="BIT Headline ohne Absatz"/>
    <w:basedOn w:val="Standard"/>
    <w:qFormat/>
    <w:rsid w:val="007260FD"/>
    <w:pPr>
      <w:keepNext/>
      <w:keepLines/>
      <w:spacing w:before="280"/>
    </w:pPr>
    <w:rPr>
      <w:b/>
      <w:sz w:val="24"/>
    </w:rPr>
  </w:style>
  <w:style w:type="character" w:styleId="Hyperlink">
    <w:name w:val="Hyperlink"/>
    <w:basedOn w:val="Absatz-Standardschriftart"/>
    <w:uiPriority w:val="99"/>
    <w:unhideWhenUsed/>
    <w:rsid w:val="00CC3198"/>
    <w:rPr>
      <w:color w:val="AA0064"/>
      <w:u w:val="single"/>
    </w:rPr>
  </w:style>
  <w:style w:type="character" w:styleId="Kommentarzeichen">
    <w:name w:val="annotation reference"/>
    <w:basedOn w:val="Absatz-Standardschriftart"/>
    <w:uiPriority w:val="99"/>
    <w:semiHidden/>
    <w:unhideWhenUsed/>
    <w:rsid w:val="00A51457"/>
    <w:rPr>
      <w:sz w:val="16"/>
      <w:szCs w:val="16"/>
    </w:rPr>
  </w:style>
  <w:style w:type="paragraph" w:styleId="Kommentartext">
    <w:name w:val="annotation text"/>
    <w:basedOn w:val="Standard"/>
    <w:link w:val="KommentartextZchn"/>
    <w:uiPriority w:val="99"/>
    <w:semiHidden/>
    <w:unhideWhenUsed/>
    <w:rsid w:val="00A514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51457"/>
    <w:rPr>
      <w:lang w:eastAsia="en-US"/>
    </w:rPr>
  </w:style>
  <w:style w:type="paragraph" w:styleId="Kommentarthema">
    <w:name w:val="annotation subject"/>
    <w:basedOn w:val="Kommentartext"/>
    <w:next w:val="Kommentartext"/>
    <w:link w:val="KommentarthemaZchn"/>
    <w:uiPriority w:val="99"/>
    <w:semiHidden/>
    <w:unhideWhenUsed/>
    <w:rsid w:val="00A51457"/>
    <w:rPr>
      <w:b/>
      <w:bCs/>
    </w:rPr>
  </w:style>
  <w:style w:type="character" w:customStyle="1" w:styleId="KommentarthemaZchn">
    <w:name w:val="Kommentarthema Zchn"/>
    <w:basedOn w:val="KommentartextZchn"/>
    <w:link w:val="Kommentarthema"/>
    <w:uiPriority w:val="99"/>
    <w:semiHidden/>
    <w:rsid w:val="00A51457"/>
    <w:rPr>
      <w:b/>
      <w:bCs/>
      <w:lang w:eastAsia="en-US"/>
    </w:rPr>
  </w:style>
  <w:style w:type="paragraph" w:styleId="berarbeitung">
    <w:name w:val="Revision"/>
    <w:hidden/>
    <w:uiPriority w:val="99"/>
    <w:semiHidden/>
    <w:rsid w:val="00D17C1E"/>
    <w:rPr>
      <w:sz w:val="18"/>
      <w:szCs w:val="22"/>
      <w:lang w:eastAsia="en-US"/>
    </w:rPr>
  </w:style>
  <w:style w:type="character" w:customStyle="1" w:styleId="apple-converted-space">
    <w:name w:val="apple-converted-space"/>
    <w:basedOn w:val="Absatz-Standardschriftart"/>
    <w:rsid w:val="003E1A59"/>
  </w:style>
  <w:style w:type="character" w:customStyle="1" w:styleId="berschrift2Zchn">
    <w:name w:val="Überschrift 2 Zchn"/>
    <w:basedOn w:val="Absatz-Standardschriftart"/>
    <w:link w:val="berschrift2"/>
    <w:uiPriority w:val="9"/>
    <w:rsid w:val="00AF2587"/>
    <w:rPr>
      <w:rFonts w:ascii="Times New Roman" w:eastAsia="Times New Roman" w:hAnsi="Times New Roman"/>
      <w:b/>
      <w:bCs/>
      <w:sz w:val="36"/>
      <w:szCs w:val="36"/>
    </w:rPr>
  </w:style>
  <w:style w:type="character" w:customStyle="1" w:styleId="given-name">
    <w:name w:val="given-name"/>
    <w:basedOn w:val="Absatz-Standardschriftart"/>
    <w:rsid w:val="00AF2587"/>
  </w:style>
  <w:style w:type="character" w:customStyle="1" w:styleId="family-name">
    <w:name w:val="family-name"/>
    <w:basedOn w:val="Absatz-Standardschriftart"/>
    <w:rsid w:val="00AF2587"/>
  </w:style>
  <w:style w:type="character" w:customStyle="1" w:styleId="role">
    <w:name w:val="role"/>
    <w:basedOn w:val="Absatz-Standardschriftart"/>
    <w:rsid w:val="00AF2587"/>
  </w:style>
  <w:style w:type="character" w:customStyle="1" w:styleId="org">
    <w:name w:val="org"/>
    <w:basedOn w:val="Absatz-Standardschriftart"/>
    <w:rsid w:val="00AF2587"/>
  </w:style>
  <w:style w:type="character" w:styleId="Fett">
    <w:name w:val="Strong"/>
    <w:basedOn w:val="Absatz-Standardschriftart"/>
    <w:uiPriority w:val="22"/>
    <w:qFormat/>
    <w:rsid w:val="00263DDA"/>
    <w:rPr>
      <w:b/>
      <w:bCs/>
    </w:rPr>
  </w:style>
  <w:style w:type="character" w:customStyle="1" w:styleId="tgc">
    <w:name w:val="_tgc"/>
    <w:basedOn w:val="Absatz-Standardschriftart"/>
    <w:rsid w:val="00263DDA"/>
  </w:style>
  <w:style w:type="character" w:styleId="BesuchterLink">
    <w:name w:val="FollowedHyperlink"/>
    <w:basedOn w:val="Absatz-Standardschriftart"/>
    <w:uiPriority w:val="99"/>
    <w:semiHidden/>
    <w:unhideWhenUsed/>
    <w:rsid w:val="009C464F"/>
    <w:rPr>
      <w:color w:val="800080" w:themeColor="followedHyperlink"/>
      <w:u w:val="single"/>
    </w:rPr>
  </w:style>
  <w:style w:type="paragraph" w:styleId="StandardWeb">
    <w:name w:val="Normal (Web)"/>
    <w:basedOn w:val="Standard"/>
    <w:uiPriority w:val="99"/>
    <w:semiHidden/>
    <w:unhideWhenUsed/>
    <w:rsid w:val="000F194F"/>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Default">
    <w:name w:val="Default"/>
    <w:rsid w:val="00D307E5"/>
    <w:pPr>
      <w:autoSpaceDE w:val="0"/>
      <w:autoSpaceDN w:val="0"/>
      <w:adjustRightInd w:val="0"/>
    </w:pPr>
    <w:rPr>
      <w:rFonts w:cs="TheSansOffice"/>
      <w:color w:val="000000"/>
      <w:sz w:val="24"/>
      <w:szCs w:val="24"/>
    </w:rPr>
  </w:style>
  <w:style w:type="table" w:styleId="Tabellenraster">
    <w:name w:val="Table Grid"/>
    <w:basedOn w:val="NormaleTabelle"/>
    <w:rsid w:val="001B4420"/>
    <w:pPr>
      <w:spacing w:line="261" w:lineRule="atLeast"/>
    </w:pPr>
    <w:rPr>
      <w:rFonts w:ascii="Arial" w:eastAsia="Times New Roman" w:hAnsi="Arial"/>
    </w:rPr>
    <w:tblPr>
      <w:tblCellMar>
        <w:left w:w="0" w:type="dxa"/>
        <w:right w:w="0" w:type="dxa"/>
      </w:tblCellMar>
    </w:tblPr>
    <w:tcPr>
      <w:tcMar>
        <w:right w:w="0" w:type="dxa"/>
      </w:tcMar>
    </w:tcPr>
  </w:style>
  <w:style w:type="table" w:customStyle="1" w:styleId="Tabellenraster1">
    <w:name w:val="Tabellenraster1"/>
    <w:basedOn w:val="NormaleTabelle"/>
    <w:next w:val="Tabellenraster"/>
    <w:uiPriority w:val="59"/>
    <w:rsid w:val="00C3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o-style4">
    <w:name w:val="auto-style4"/>
    <w:basedOn w:val="Absatz-Standardschriftart"/>
    <w:rsid w:val="00D837B5"/>
  </w:style>
  <w:style w:type="paragraph" w:customStyle="1" w:styleId="Formatvorlage1">
    <w:name w:val="Formatvorlage1"/>
    <w:basedOn w:val="BITFlietextmitAbsatz"/>
    <w:link w:val="Formatvorlage1Zchn"/>
    <w:qFormat/>
    <w:rsid w:val="00934B42"/>
    <w:rPr>
      <w:rFonts w:ascii="TheSans C4s Regular" w:hAnsi="TheSans C4s Regular"/>
    </w:rPr>
  </w:style>
  <w:style w:type="character" w:styleId="NichtaufgelsteErwhnung">
    <w:name w:val="Unresolved Mention"/>
    <w:basedOn w:val="Absatz-Standardschriftart"/>
    <w:uiPriority w:val="99"/>
    <w:semiHidden/>
    <w:unhideWhenUsed/>
    <w:rsid w:val="004D2C5B"/>
    <w:rPr>
      <w:color w:val="605E5C"/>
      <w:shd w:val="clear" w:color="auto" w:fill="E1DFDD"/>
    </w:rPr>
  </w:style>
  <w:style w:type="character" w:customStyle="1" w:styleId="BITFlietextmitAbsatzZchn">
    <w:name w:val="BIT Fließtext mit Absatz Zchn"/>
    <w:basedOn w:val="Absatz-Standardschriftart"/>
    <w:link w:val="BITFlietextmitAbsatz"/>
    <w:rsid w:val="00934B42"/>
    <w:rPr>
      <w:sz w:val="18"/>
      <w:szCs w:val="22"/>
      <w:lang w:eastAsia="en-US"/>
    </w:rPr>
  </w:style>
  <w:style w:type="character" w:customStyle="1" w:styleId="Formatvorlage1Zchn">
    <w:name w:val="Formatvorlage1 Zchn"/>
    <w:basedOn w:val="BITFlietextmitAbsatzZchn"/>
    <w:link w:val="Formatvorlage1"/>
    <w:rsid w:val="00934B42"/>
    <w:rPr>
      <w:rFonts w:ascii="TheSans C4s Regular" w:hAnsi="TheSans C4s Regular"/>
      <w:sz w:val="18"/>
      <w:szCs w:val="22"/>
      <w:lang w:eastAsia="en-US"/>
    </w:rPr>
  </w:style>
  <w:style w:type="character" w:customStyle="1" w:styleId="berschrift3Zchn">
    <w:name w:val="Überschrift 3 Zchn"/>
    <w:basedOn w:val="Absatz-Standardschriftart"/>
    <w:link w:val="berschrift3"/>
    <w:uiPriority w:val="9"/>
    <w:semiHidden/>
    <w:rsid w:val="00FA0C59"/>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432560">
      <w:bodyDiv w:val="1"/>
      <w:marLeft w:val="0"/>
      <w:marRight w:val="0"/>
      <w:marTop w:val="0"/>
      <w:marBottom w:val="0"/>
      <w:divBdr>
        <w:top w:val="none" w:sz="0" w:space="0" w:color="auto"/>
        <w:left w:val="none" w:sz="0" w:space="0" w:color="auto"/>
        <w:bottom w:val="none" w:sz="0" w:space="0" w:color="auto"/>
        <w:right w:val="none" w:sz="0" w:space="0" w:color="auto"/>
      </w:divBdr>
    </w:div>
    <w:div w:id="174468905">
      <w:bodyDiv w:val="1"/>
      <w:marLeft w:val="0"/>
      <w:marRight w:val="0"/>
      <w:marTop w:val="0"/>
      <w:marBottom w:val="0"/>
      <w:divBdr>
        <w:top w:val="none" w:sz="0" w:space="0" w:color="auto"/>
        <w:left w:val="none" w:sz="0" w:space="0" w:color="auto"/>
        <w:bottom w:val="none" w:sz="0" w:space="0" w:color="auto"/>
        <w:right w:val="none" w:sz="0" w:space="0" w:color="auto"/>
      </w:divBdr>
    </w:div>
    <w:div w:id="248077637">
      <w:bodyDiv w:val="1"/>
      <w:marLeft w:val="0"/>
      <w:marRight w:val="0"/>
      <w:marTop w:val="0"/>
      <w:marBottom w:val="0"/>
      <w:divBdr>
        <w:top w:val="none" w:sz="0" w:space="0" w:color="auto"/>
        <w:left w:val="none" w:sz="0" w:space="0" w:color="auto"/>
        <w:bottom w:val="none" w:sz="0" w:space="0" w:color="auto"/>
        <w:right w:val="none" w:sz="0" w:space="0" w:color="auto"/>
      </w:divBdr>
    </w:div>
    <w:div w:id="309288991">
      <w:bodyDiv w:val="1"/>
      <w:marLeft w:val="0"/>
      <w:marRight w:val="0"/>
      <w:marTop w:val="0"/>
      <w:marBottom w:val="0"/>
      <w:divBdr>
        <w:top w:val="none" w:sz="0" w:space="0" w:color="auto"/>
        <w:left w:val="none" w:sz="0" w:space="0" w:color="auto"/>
        <w:bottom w:val="none" w:sz="0" w:space="0" w:color="auto"/>
        <w:right w:val="none" w:sz="0" w:space="0" w:color="auto"/>
      </w:divBdr>
    </w:div>
    <w:div w:id="343289681">
      <w:bodyDiv w:val="1"/>
      <w:marLeft w:val="0"/>
      <w:marRight w:val="0"/>
      <w:marTop w:val="0"/>
      <w:marBottom w:val="0"/>
      <w:divBdr>
        <w:top w:val="none" w:sz="0" w:space="0" w:color="auto"/>
        <w:left w:val="none" w:sz="0" w:space="0" w:color="auto"/>
        <w:bottom w:val="none" w:sz="0" w:space="0" w:color="auto"/>
        <w:right w:val="none" w:sz="0" w:space="0" w:color="auto"/>
      </w:divBdr>
    </w:div>
    <w:div w:id="516622989">
      <w:bodyDiv w:val="1"/>
      <w:marLeft w:val="0"/>
      <w:marRight w:val="0"/>
      <w:marTop w:val="0"/>
      <w:marBottom w:val="0"/>
      <w:divBdr>
        <w:top w:val="none" w:sz="0" w:space="0" w:color="auto"/>
        <w:left w:val="none" w:sz="0" w:space="0" w:color="auto"/>
        <w:bottom w:val="none" w:sz="0" w:space="0" w:color="auto"/>
        <w:right w:val="none" w:sz="0" w:space="0" w:color="auto"/>
      </w:divBdr>
      <w:divsChild>
        <w:div w:id="703335586">
          <w:marLeft w:val="0"/>
          <w:marRight w:val="0"/>
          <w:marTop w:val="0"/>
          <w:marBottom w:val="0"/>
          <w:divBdr>
            <w:top w:val="none" w:sz="0" w:space="0" w:color="auto"/>
            <w:left w:val="none" w:sz="0" w:space="0" w:color="auto"/>
            <w:bottom w:val="none" w:sz="0" w:space="0" w:color="auto"/>
            <w:right w:val="none" w:sz="0" w:space="0" w:color="auto"/>
          </w:divBdr>
        </w:div>
      </w:divsChild>
    </w:div>
    <w:div w:id="555749685">
      <w:bodyDiv w:val="1"/>
      <w:marLeft w:val="0"/>
      <w:marRight w:val="0"/>
      <w:marTop w:val="0"/>
      <w:marBottom w:val="0"/>
      <w:divBdr>
        <w:top w:val="none" w:sz="0" w:space="0" w:color="auto"/>
        <w:left w:val="none" w:sz="0" w:space="0" w:color="auto"/>
        <w:bottom w:val="none" w:sz="0" w:space="0" w:color="auto"/>
        <w:right w:val="none" w:sz="0" w:space="0" w:color="auto"/>
      </w:divBdr>
    </w:div>
    <w:div w:id="566767017">
      <w:bodyDiv w:val="1"/>
      <w:marLeft w:val="0"/>
      <w:marRight w:val="0"/>
      <w:marTop w:val="0"/>
      <w:marBottom w:val="0"/>
      <w:divBdr>
        <w:top w:val="none" w:sz="0" w:space="0" w:color="auto"/>
        <w:left w:val="none" w:sz="0" w:space="0" w:color="auto"/>
        <w:bottom w:val="none" w:sz="0" w:space="0" w:color="auto"/>
        <w:right w:val="none" w:sz="0" w:space="0" w:color="auto"/>
      </w:divBdr>
    </w:div>
    <w:div w:id="631861796">
      <w:bodyDiv w:val="1"/>
      <w:marLeft w:val="0"/>
      <w:marRight w:val="0"/>
      <w:marTop w:val="0"/>
      <w:marBottom w:val="0"/>
      <w:divBdr>
        <w:top w:val="none" w:sz="0" w:space="0" w:color="auto"/>
        <w:left w:val="none" w:sz="0" w:space="0" w:color="auto"/>
        <w:bottom w:val="none" w:sz="0" w:space="0" w:color="auto"/>
        <w:right w:val="none" w:sz="0" w:space="0" w:color="auto"/>
      </w:divBdr>
    </w:div>
    <w:div w:id="666635617">
      <w:bodyDiv w:val="1"/>
      <w:marLeft w:val="0"/>
      <w:marRight w:val="0"/>
      <w:marTop w:val="0"/>
      <w:marBottom w:val="0"/>
      <w:divBdr>
        <w:top w:val="none" w:sz="0" w:space="0" w:color="auto"/>
        <w:left w:val="none" w:sz="0" w:space="0" w:color="auto"/>
        <w:bottom w:val="none" w:sz="0" w:space="0" w:color="auto"/>
        <w:right w:val="none" w:sz="0" w:space="0" w:color="auto"/>
      </w:divBdr>
    </w:div>
    <w:div w:id="690188509">
      <w:bodyDiv w:val="1"/>
      <w:marLeft w:val="0"/>
      <w:marRight w:val="0"/>
      <w:marTop w:val="0"/>
      <w:marBottom w:val="0"/>
      <w:divBdr>
        <w:top w:val="none" w:sz="0" w:space="0" w:color="auto"/>
        <w:left w:val="none" w:sz="0" w:space="0" w:color="auto"/>
        <w:bottom w:val="none" w:sz="0" w:space="0" w:color="auto"/>
        <w:right w:val="none" w:sz="0" w:space="0" w:color="auto"/>
      </w:divBdr>
    </w:div>
    <w:div w:id="818956559">
      <w:bodyDiv w:val="1"/>
      <w:marLeft w:val="0"/>
      <w:marRight w:val="0"/>
      <w:marTop w:val="0"/>
      <w:marBottom w:val="0"/>
      <w:divBdr>
        <w:top w:val="none" w:sz="0" w:space="0" w:color="auto"/>
        <w:left w:val="none" w:sz="0" w:space="0" w:color="auto"/>
        <w:bottom w:val="none" w:sz="0" w:space="0" w:color="auto"/>
        <w:right w:val="none" w:sz="0" w:space="0" w:color="auto"/>
      </w:divBdr>
    </w:div>
    <w:div w:id="1034695758">
      <w:bodyDiv w:val="1"/>
      <w:marLeft w:val="0"/>
      <w:marRight w:val="0"/>
      <w:marTop w:val="0"/>
      <w:marBottom w:val="0"/>
      <w:divBdr>
        <w:top w:val="none" w:sz="0" w:space="0" w:color="auto"/>
        <w:left w:val="none" w:sz="0" w:space="0" w:color="auto"/>
        <w:bottom w:val="none" w:sz="0" w:space="0" w:color="auto"/>
        <w:right w:val="none" w:sz="0" w:space="0" w:color="auto"/>
      </w:divBdr>
    </w:div>
    <w:div w:id="1142818512">
      <w:bodyDiv w:val="1"/>
      <w:marLeft w:val="0"/>
      <w:marRight w:val="0"/>
      <w:marTop w:val="0"/>
      <w:marBottom w:val="0"/>
      <w:divBdr>
        <w:top w:val="none" w:sz="0" w:space="0" w:color="auto"/>
        <w:left w:val="none" w:sz="0" w:space="0" w:color="auto"/>
        <w:bottom w:val="none" w:sz="0" w:space="0" w:color="auto"/>
        <w:right w:val="none" w:sz="0" w:space="0" w:color="auto"/>
      </w:divBdr>
    </w:div>
    <w:div w:id="1304962713">
      <w:bodyDiv w:val="1"/>
      <w:marLeft w:val="0"/>
      <w:marRight w:val="0"/>
      <w:marTop w:val="0"/>
      <w:marBottom w:val="0"/>
      <w:divBdr>
        <w:top w:val="none" w:sz="0" w:space="0" w:color="auto"/>
        <w:left w:val="none" w:sz="0" w:space="0" w:color="auto"/>
        <w:bottom w:val="none" w:sz="0" w:space="0" w:color="auto"/>
        <w:right w:val="none" w:sz="0" w:space="0" w:color="auto"/>
      </w:divBdr>
      <w:divsChild>
        <w:div w:id="502548664">
          <w:marLeft w:val="0"/>
          <w:marRight w:val="0"/>
          <w:marTop w:val="0"/>
          <w:marBottom w:val="0"/>
          <w:divBdr>
            <w:top w:val="none" w:sz="0" w:space="0" w:color="auto"/>
            <w:left w:val="none" w:sz="0" w:space="0" w:color="auto"/>
            <w:bottom w:val="none" w:sz="0" w:space="0" w:color="auto"/>
            <w:right w:val="none" w:sz="0" w:space="0" w:color="auto"/>
          </w:divBdr>
        </w:div>
      </w:divsChild>
    </w:div>
    <w:div w:id="1341159996">
      <w:bodyDiv w:val="1"/>
      <w:marLeft w:val="0"/>
      <w:marRight w:val="0"/>
      <w:marTop w:val="0"/>
      <w:marBottom w:val="0"/>
      <w:divBdr>
        <w:top w:val="none" w:sz="0" w:space="0" w:color="auto"/>
        <w:left w:val="none" w:sz="0" w:space="0" w:color="auto"/>
        <w:bottom w:val="none" w:sz="0" w:space="0" w:color="auto"/>
        <w:right w:val="none" w:sz="0" w:space="0" w:color="auto"/>
      </w:divBdr>
    </w:div>
    <w:div w:id="1384718180">
      <w:bodyDiv w:val="1"/>
      <w:marLeft w:val="0"/>
      <w:marRight w:val="0"/>
      <w:marTop w:val="0"/>
      <w:marBottom w:val="0"/>
      <w:divBdr>
        <w:top w:val="none" w:sz="0" w:space="0" w:color="auto"/>
        <w:left w:val="none" w:sz="0" w:space="0" w:color="auto"/>
        <w:bottom w:val="none" w:sz="0" w:space="0" w:color="auto"/>
        <w:right w:val="none" w:sz="0" w:space="0" w:color="auto"/>
      </w:divBdr>
    </w:div>
    <w:div w:id="1404451031">
      <w:bodyDiv w:val="1"/>
      <w:marLeft w:val="0"/>
      <w:marRight w:val="0"/>
      <w:marTop w:val="0"/>
      <w:marBottom w:val="0"/>
      <w:divBdr>
        <w:top w:val="none" w:sz="0" w:space="0" w:color="auto"/>
        <w:left w:val="none" w:sz="0" w:space="0" w:color="auto"/>
        <w:bottom w:val="none" w:sz="0" w:space="0" w:color="auto"/>
        <w:right w:val="none" w:sz="0" w:space="0" w:color="auto"/>
      </w:divBdr>
    </w:div>
    <w:div w:id="1621648017">
      <w:bodyDiv w:val="1"/>
      <w:marLeft w:val="0"/>
      <w:marRight w:val="0"/>
      <w:marTop w:val="0"/>
      <w:marBottom w:val="0"/>
      <w:divBdr>
        <w:top w:val="none" w:sz="0" w:space="0" w:color="auto"/>
        <w:left w:val="none" w:sz="0" w:space="0" w:color="auto"/>
        <w:bottom w:val="none" w:sz="0" w:space="0" w:color="auto"/>
        <w:right w:val="none" w:sz="0" w:space="0" w:color="auto"/>
      </w:divBdr>
    </w:div>
    <w:div w:id="1650666583">
      <w:bodyDiv w:val="1"/>
      <w:marLeft w:val="0"/>
      <w:marRight w:val="0"/>
      <w:marTop w:val="0"/>
      <w:marBottom w:val="0"/>
      <w:divBdr>
        <w:top w:val="none" w:sz="0" w:space="0" w:color="auto"/>
        <w:left w:val="none" w:sz="0" w:space="0" w:color="auto"/>
        <w:bottom w:val="none" w:sz="0" w:space="0" w:color="auto"/>
        <w:right w:val="none" w:sz="0" w:space="0" w:color="auto"/>
      </w:divBdr>
    </w:div>
    <w:div w:id="1658609209">
      <w:bodyDiv w:val="1"/>
      <w:marLeft w:val="0"/>
      <w:marRight w:val="0"/>
      <w:marTop w:val="0"/>
      <w:marBottom w:val="0"/>
      <w:divBdr>
        <w:top w:val="none" w:sz="0" w:space="0" w:color="auto"/>
        <w:left w:val="none" w:sz="0" w:space="0" w:color="auto"/>
        <w:bottom w:val="none" w:sz="0" w:space="0" w:color="auto"/>
        <w:right w:val="none" w:sz="0" w:space="0" w:color="auto"/>
      </w:divBdr>
    </w:div>
    <w:div w:id="1781728075">
      <w:bodyDiv w:val="1"/>
      <w:marLeft w:val="0"/>
      <w:marRight w:val="0"/>
      <w:marTop w:val="0"/>
      <w:marBottom w:val="0"/>
      <w:divBdr>
        <w:top w:val="none" w:sz="0" w:space="0" w:color="auto"/>
        <w:left w:val="none" w:sz="0" w:space="0" w:color="auto"/>
        <w:bottom w:val="none" w:sz="0" w:space="0" w:color="auto"/>
        <w:right w:val="none" w:sz="0" w:space="0" w:color="auto"/>
      </w:divBdr>
    </w:div>
    <w:div w:id="2024545933">
      <w:bodyDiv w:val="1"/>
      <w:marLeft w:val="0"/>
      <w:marRight w:val="0"/>
      <w:marTop w:val="0"/>
      <w:marBottom w:val="0"/>
      <w:divBdr>
        <w:top w:val="none" w:sz="0" w:space="0" w:color="auto"/>
        <w:left w:val="none" w:sz="0" w:space="0" w:color="auto"/>
        <w:bottom w:val="none" w:sz="0" w:space="0" w:color="auto"/>
        <w:right w:val="none" w:sz="0" w:space="0" w:color="auto"/>
      </w:divBdr>
    </w:div>
    <w:div w:id="206386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gitaltag.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igitaltag.eu/beispielaktio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sterfrau@digitalgemeinsam.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gitaltag.e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digitaltag.eu" TargetMode="External"/><Relationship Id="rId1" Type="http://schemas.openxmlformats.org/officeDocument/2006/relationships/hyperlink" Target="http://www.digitalta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hyperlink" Target="mailto:m.musterfrau@digitalgemeinsam.de" TargetMode="External"/><Relationship Id="rId2" Type="http://schemas.openxmlformats.org/officeDocument/2006/relationships/hyperlink" Target="mailto:m.musterfrau@digitalgemeinsam.de" TargetMode="External"/><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uly\AppData\Roaming\Microsoft\Templates\Presseinfo_Bitkom.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76b2033-fa26-4809-874a-1181aa3c21ea" xsi:nil="true"/>
    <lcf76f155ced4ddcb4097134ff3c332f xmlns="af3ee3df-f988-4bce-9085-dbbd93c4235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3DBB0020864F3438592DBCDCECB47DD" ma:contentTypeVersion="15" ma:contentTypeDescription="Ein neues Dokument erstellen." ma:contentTypeScope="" ma:versionID="1cdc1e0b44c605bb0f86b15d6d5682d5">
  <xsd:schema xmlns:xsd="http://www.w3.org/2001/XMLSchema" xmlns:xs="http://www.w3.org/2001/XMLSchema" xmlns:p="http://schemas.microsoft.com/office/2006/metadata/properties" xmlns:ns2="af3ee3df-f988-4bce-9085-dbbd93c42352" xmlns:ns3="676b2033-fa26-4809-874a-1181aa3c21ea" targetNamespace="http://schemas.microsoft.com/office/2006/metadata/properties" ma:root="true" ma:fieldsID="5b5c5d72c5392d34d14e6b7567758974" ns2:_="" ns3:_="">
    <xsd:import namespace="af3ee3df-f988-4bce-9085-dbbd93c42352"/>
    <xsd:import namespace="676b2033-fa26-4809-874a-1181aa3c21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ee3df-f988-4bce-9085-dbbd93c42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3b76741d-2708-46a6-bf97-e878451aa8a6"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6b2033-fa26-4809-874a-1181aa3c21e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2f2f1-15f7-4216-9857-e8955ab6bf29}" ma:internalName="TaxCatchAll" ma:showField="CatchAllData" ma:web="676b2033-fa26-4809-874a-1181aa3c21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A0935-8F90-4A31-B98B-EBC92B50AA2E}">
  <ds:schemaRefs>
    <ds:schemaRef ds:uri="http://schemas.microsoft.com/office/2006/metadata/properties"/>
    <ds:schemaRef ds:uri="http://schemas.microsoft.com/office/infopath/2007/PartnerControls"/>
    <ds:schemaRef ds:uri="676b2033-fa26-4809-874a-1181aa3c21ea"/>
    <ds:schemaRef ds:uri="af3ee3df-f988-4bce-9085-dbbd93c42352"/>
  </ds:schemaRefs>
</ds:datastoreItem>
</file>

<file path=customXml/itemProps2.xml><?xml version="1.0" encoding="utf-8"?>
<ds:datastoreItem xmlns:ds="http://schemas.openxmlformats.org/officeDocument/2006/customXml" ds:itemID="{63D3134F-6E15-4A55-BFEF-B9121D9D65DA}"/>
</file>

<file path=customXml/itemProps3.xml><?xml version="1.0" encoding="utf-8"?>
<ds:datastoreItem xmlns:ds="http://schemas.openxmlformats.org/officeDocument/2006/customXml" ds:itemID="{232C1503-5B92-4DBE-9994-BDE33369E4A7}">
  <ds:schemaRefs>
    <ds:schemaRef ds:uri="http://schemas.microsoft.com/sharepoint/v3/contenttype/forms"/>
  </ds:schemaRefs>
</ds:datastoreItem>
</file>

<file path=customXml/itemProps4.xml><?xml version="1.0" encoding="utf-8"?>
<ds:datastoreItem xmlns:ds="http://schemas.openxmlformats.org/officeDocument/2006/customXml" ds:itemID="{6C4B132B-A428-4F92-B16E-3ADFAD62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Presseinfo_Bitkom</Template>
  <TotalTime>0</TotalTime>
  <Pages>1</Pages>
  <Words>343</Words>
  <Characters>2162</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BITKOM</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L.Burgstedt@digitaltag.eu</dc:creator>
  <cp:lastModifiedBy>Tra My Nguyen</cp:lastModifiedBy>
  <cp:revision>11</cp:revision>
  <cp:lastPrinted>2019-09-24T14:35:00Z</cp:lastPrinted>
  <dcterms:created xsi:type="dcterms:W3CDTF">2025-04-09T09:25:00Z</dcterms:created>
  <dcterms:modified xsi:type="dcterms:W3CDTF">2026-01-19T16:43:00Z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0x01010003DBB0020864F3438592DBCDCECB47DD</vt:lpwstr>
  </property>
  <property fmtid="{D5CDD505-2E9C-101B-9397-08002B2CF9AE}" pid="3" name="Order">
    <vt:r8>3003600</vt:r8>
  </property>
  <property fmtid="{D5CDD505-2E9C-101B-9397-08002B2CF9AE}" pid="4" name="MediaServiceImageTags">
    <vt:lpwstr/>
  </property>
</Properties>
</file>